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5994"/>
        <w:gridCol w:w="4691"/>
      </w:tblGrid>
      <w:tr w:rsidR="003D3B97" w14:paraId="7E6CA785" w14:textId="77777777" w:rsidTr="00BE51C3">
        <w:trPr>
          <w:trHeight w:val="3500"/>
        </w:trPr>
        <w:tc>
          <w:tcPr>
            <w:tcW w:w="5994" w:type="dxa"/>
            <w:shd w:val="clear" w:color="auto" w:fill="auto"/>
          </w:tcPr>
          <w:p w14:paraId="010F7674" w14:textId="0E812BFA" w:rsidR="003D3B97" w:rsidRDefault="009D5D5A" w:rsidP="00E502E1">
            <w:pPr>
              <w:widowControl w:val="0"/>
              <w:autoSpaceDE w:val="0"/>
              <w:spacing w:before="31" w:after="0" w:line="240" w:lineRule="auto"/>
              <w:ind w:right="-20"/>
              <w:jc w:val="center"/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</w:pPr>
            <w:r>
              <w:rPr>
                <w:rFonts w:ascii="Arial Narrow" w:hAnsi="Arial Narrow"/>
                <w:b/>
                <w:bCs/>
                <w:noProof/>
                <w:color w:val="231F20"/>
                <w:sz w:val="32"/>
                <w:szCs w:val="32"/>
                <w:lang w:eastAsia="zh-CN" w:bidi="th-TH"/>
              </w:rPr>
              <w:drawing>
                <wp:inline distT="0" distB="0" distL="0" distR="0" wp14:anchorId="6B22A599" wp14:editId="05B51206">
                  <wp:extent cx="3667125" cy="2581275"/>
                  <wp:effectExtent l="0" t="0" r="9525" b="9525"/>
                  <wp:docPr id="58" name="Immagin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shd w:val="clear" w:color="auto" w:fill="auto"/>
          </w:tcPr>
          <w:p w14:paraId="493FE348" w14:textId="77777777"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  <w:t>Domanda di contributo</w:t>
            </w:r>
          </w:p>
          <w:p w14:paraId="32FF2244" w14:textId="77777777"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Azioni di contrasto</w:t>
            </w:r>
          </w:p>
          <w:p w14:paraId="00D2593B" w14:textId="77777777"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alle nuove povertà</w:t>
            </w:r>
          </w:p>
          <w:p w14:paraId="20B5EDB3" w14:textId="77777777" w:rsidR="003D3B97" w:rsidRDefault="00534C4A" w:rsidP="00111D7E">
            <w:pPr>
              <w:widowControl w:val="0"/>
              <w:autoSpaceDE w:val="0"/>
              <w:spacing w:before="31" w:after="0" w:line="240" w:lineRule="auto"/>
              <w:ind w:right="-20"/>
              <w:jc w:val="right"/>
            </w:pPr>
            <w:r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  <w:t>2021</w:t>
            </w:r>
          </w:p>
        </w:tc>
      </w:tr>
      <w:tr w:rsidR="003D3B97" w14:paraId="2E5E74D7" w14:textId="77777777" w:rsidTr="00BE51C3">
        <w:trPr>
          <w:trHeight w:val="80"/>
        </w:trPr>
        <w:tc>
          <w:tcPr>
            <w:tcW w:w="5994" w:type="dxa"/>
            <w:shd w:val="clear" w:color="auto" w:fill="auto"/>
          </w:tcPr>
          <w:p w14:paraId="29638733" w14:textId="77777777" w:rsidR="003D3B97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color w:val="231F20"/>
                <w:sz w:val="14"/>
                <w:szCs w:val="14"/>
                <w:lang w:val="it-IT"/>
              </w:rPr>
            </w:pPr>
          </w:p>
        </w:tc>
        <w:tc>
          <w:tcPr>
            <w:tcW w:w="4691" w:type="dxa"/>
            <w:shd w:val="clear" w:color="auto" w:fill="auto"/>
          </w:tcPr>
          <w:p w14:paraId="6A4684B8" w14:textId="77777777" w:rsidR="003D3B97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color w:val="231F20"/>
                <w:sz w:val="24"/>
                <w:szCs w:val="24"/>
                <w:lang w:val="it-IT"/>
              </w:rPr>
            </w:pPr>
          </w:p>
        </w:tc>
      </w:tr>
    </w:tbl>
    <w:p w14:paraId="78B52874" w14:textId="77777777" w:rsidR="00BC7953" w:rsidRDefault="00BC7953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58DDEDDD" w14:textId="77777777" w:rsidR="003D3B97" w:rsidRDefault="00841AFB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E4B9C0F" wp14:editId="25AEA466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19050" t="15240" r="22225" b="12700"/>
                <wp:wrapNone/>
                <wp:docPr id="4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2556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1D8DA" id="Freeform 24" o:spid="_x0000_s1026" style="position:absolute;margin-left:36pt;margin-top:19.45pt;width:523.25pt;height:.05pt;z-index:-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" path="m,l10465,e" filled="f" strokecolor="#231f20" strokeweight=".71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1. Informazioni sull’associazione</w:t>
      </w:r>
    </w:p>
    <w:p w14:paraId="54FB1DB6" w14:textId="77777777"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40AFB492" w14:textId="77777777" w:rsidR="003D3B97" w:rsidRDefault="003D3B97">
      <w:pPr>
        <w:pStyle w:val="intestazionetabellaCSV"/>
        <w:rPr>
          <w:rFonts w:ascii="Arial" w:hAnsi="Arial" w:cs="Arial Narrow"/>
          <w:sz w:val="14"/>
          <w:szCs w:val="14"/>
        </w:rPr>
      </w:pPr>
    </w:p>
    <w:p w14:paraId="2FAF1CA2" w14:textId="77777777" w:rsidR="003D3B97" w:rsidRPr="00BC7953" w:rsidRDefault="00841AFB">
      <w:pPr>
        <w:pStyle w:val="intestazionetabellaCSV"/>
        <w:tabs>
          <w:tab w:val="left" w:pos="250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36224" behindDoc="0" locked="0" layoutInCell="1" allowOverlap="1" wp14:anchorId="37E59254" wp14:editId="7D2B7FF9">
                <wp:simplePos x="0" y="0"/>
                <wp:positionH relativeFrom="margin">
                  <wp:posOffset>86995</wp:posOffset>
                </wp:positionH>
                <wp:positionV relativeFrom="paragraph">
                  <wp:posOffset>167005</wp:posOffset>
                </wp:positionV>
                <wp:extent cx="6644640" cy="386715"/>
                <wp:effectExtent l="1270" t="1270" r="2540" b="254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465"/>
                            </w:tblGrid>
                            <w:tr w:rsidR="00787479" w14:paraId="179823F9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10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8403F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42A8BEC1" w14:textId="77777777" w:rsidR="00787479" w:rsidRDefault="00787479" w:rsidP="00BC79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592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85pt;margin-top:13.15pt;width:523.2pt;height:30.45pt;z-index:25163622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465"/>
                      </w:tblGrid>
                      <w:tr w:rsidR="00787479" w14:paraId="179823F9" w14:textId="77777777">
                        <w:trPr>
                          <w:trHeight w:val="420"/>
                        </w:trPr>
                        <w:tc>
                          <w:tcPr>
                            <w:tcW w:w="10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48403F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42A8BEC1" w14:textId="77777777" w:rsidR="00787479" w:rsidRDefault="00787479" w:rsidP="00BC7953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BC7953">
        <w:rPr>
          <w:rFonts w:ascii="Arial Narrow" w:hAnsi="Arial Narrow" w:cs="Arial Narrow"/>
          <w:sz w:val="20"/>
          <w:szCs w:val="20"/>
        </w:rPr>
        <w:t>Denominazione (per esteso ed eventuale acronimo)</w:t>
      </w:r>
    </w:p>
    <w:p w14:paraId="6BEA334A" w14:textId="77777777" w:rsidR="003D3B97" w:rsidRDefault="003D3B97">
      <w:pPr>
        <w:widowControl w:val="0"/>
        <w:tabs>
          <w:tab w:val="left" w:pos="2260"/>
          <w:tab w:val="left" w:pos="5860"/>
          <w:tab w:val="left" w:pos="9220"/>
        </w:tabs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14:paraId="12BE7FD1" w14:textId="77777777" w:rsidR="003D3B97" w:rsidRPr="00BC7953" w:rsidRDefault="00841AFB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89535" distR="89535" simplePos="0" relativeHeight="251637248" behindDoc="0" locked="0" layoutInCell="1" allowOverlap="1" wp14:anchorId="08D95D09" wp14:editId="15D2D333">
                <wp:simplePos x="0" y="0"/>
                <wp:positionH relativeFrom="margin">
                  <wp:posOffset>86995</wp:posOffset>
                </wp:positionH>
                <wp:positionV relativeFrom="paragraph">
                  <wp:posOffset>167640</wp:posOffset>
                </wp:positionV>
                <wp:extent cx="6644640" cy="396240"/>
                <wp:effectExtent l="1270" t="4445" r="2540" b="8890"/>
                <wp:wrapSquare wrapText="bothSides"/>
                <wp:docPr id="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96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4"/>
                              <w:gridCol w:w="2834"/>
                              <w:gridCol w:w="3545"/>
                              <w:gridCol w:w="1992"/>
                            </w:tblGrid>
                            <w:tr w:rsidR="00787479" w14:paraId="5D7CC189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A9DDF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B4949B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B5FCA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A9DC7F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161996F7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95D09" id="Text Box 3" o:spid="_x0000_s1027" type="#_x0000_t202" style="position:absolute;left:0;text-align:left;margin-left:6.85pt;margin-top:13.2pt;width:523.2pt;height:31.2pt;z-index:25163724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4"/>
                        <w:gridCol w:w="2834"/>
                        <w:gridCol w:w="3545"/>
                        <w:gridCol w:w="1992"/>
                      </w:tblGrid>
                      <w:tr w:rsidR="00787479" w14:paraId="5D7CC189" w14:textId="77777777">
                        <w:trPr>
                          <w:trHeight w:val="420"/>
                        </w:trPr>
                        <w:tc>
                          <w:tcPr>
                            <w:tcW w:w="20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9A9DDF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4B4949B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B5FCA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6A9DC7F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161996F7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>Anno di costituzione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C</w:t>
      </w:r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odice Fiscale</w:t>
      </w:r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Cod. di </w:t>
      </w:r>
      <w:proofErr w:type="spellStart"/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iscr</w:t>
      </w:r>
      <w:proofErr w:type="spellEnd"/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. al R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>egistro Regionale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Data ultimo rinnovo</w:t>
      </w:r>
    </w:p>
    <w:p w14:paraId="313A37FD" w14:textId="77777777" w:rsidR="003D3B97" w:rsidRPr="00BC7953" w:rsidRDefault="003D3B97">
      <w:pPr>
        <w:widowControl w:val="0"/>
        <w:tabs>
          <w:tab w:val="left" w:pos="2260"/>
          <w:tab w:val="left" w:pos="4420"/>
        </w:tabs>
        <w:autoSpaceDE w:val="0"/>
        <w:spacing w:after="0" w:line="240" w:lineRule="auto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</w:p>
    <w:p w14:paraId="2182AE31" w14:textId="77777777" w:rsidR="003D3B97" w:rsidRPr="00BC7953" w:rsidRDefault="003D3B97" w:rsidP="00BC7953">
      <w:pPr>
        <w:widowControl w:val="0"/>
        <w:tabs>
          <w:tab w:val="left" w:pos="2260"/>
          <w:tab w:val="left" w:pos="5103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BC7953">
        <w:rPr>
          <w:rFonts w:ascii="Arial Narrow" w:hAnsi="Arial Narrow"/>
          <w:color w:val="231F20"/>
          <w:sz w:val="20"/>
          <w:szCs w:val="20"/>
          <w:lang w:val="it-IT"/>
        </w:rPr>
        <w:t>Numero soci</w:t>
      </w:r>
      <w:r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Numero soci operativi</w:t>
      </w:r>
      <w:r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Numero dipendenti</w:t>
      </w:r>
    </w:p>
    <w:p w14:paraId="2D615A01" w14:textId="77777777" w:rsidR="003D3B97" w:rsidRPr="00BC7953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89535" distR="89535" simplePos="0" relativeHeight="251638272" behindDoc="0" locked="0" layoutInCell="1" allowOverlap="1" wp14:anchorId="53FD1674" wp14:editId="2F53528F">
                <wp:simplePos x="0" y="0"/>
                <wp:positionH relativeFrom="margin">
                  <wp:posOffset>86995</wp:posOffset>
                </wp:positionH>
                <wp:positionV relativeFrom="paragraph">
                  <wp:posOffset>6985</wp:posOffset>
                </wp:positionV>
                <wp:extent cx="5370195" cy="377190"/>
                <wp:effectExtent l="1270" t="1905" r="635" b="1905"/>
                <wp:wrapSquare wrapText="bothSides"/>
                <wp:docPr id="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0195" cy="377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5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4"/>
                              <w:gridCol w:w="2868"/>
                              <w:gridCol w:w="3543"/>
                            </w:tblGrid>
                            <w:tr w:rsidR="00787479" w14:paraId="7C587FCC" w14:textId="77777777" w:rsidTr="00BC7953">
                              <w:trPr>
                                <w:trHeight w:val="420"/>
                              </w:trPr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1A8FD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0C66B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CC9AB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A2BB815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D1674" id="Text Box 4" o:spid="_x0000_s1028" type="#_x0000_t202" style="position:absolute;left:0;text-align:left;margin-left:6.85pt;margin-top:.55pt;width:422.85pt;height:29.7pt;z-index:25163827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" stroked="f">
                <v:fill opacity="0"/>
                <v:textbox inset="0,0,0,0">
                  <w:txbxContent>
                    <w:tbl>
                      <w:tblPr>
                        <w:tblW w:w="8505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4"/>
                        <w:gridCol w:w="2868"/>
                        <w:gridCol w:w="3543"/>
                      </w:tblGrid>
                      <w:tr w:rsidR="00787479" w14:paraId="7C587FCC" w14:textId="77777777" w:rsidTr="00BC7953">
                        <w:trPr>
                          <w:trHeight w:val="420"/>
                        </w:trPr>
                        <w:tc>
                          <w:tcPr>
                            <w:tcW w:w="20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41A8FD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A0C66B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8CC9AB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A2BB815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AC6A7CA" w14:textId="77777777" w:rsidR="003D3B97" w:rsidRPr="00BC7953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021FB88B" w14:textId="77777777" w:rsidR="003D3B97" w:rsidRPr="00BC7953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15F75CE7" w14:textId="77777777" w:rsidR="00BC7953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4DB3CA6F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A92F970" wp14:editId="63780E15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6985" r="12700" b="11430"/>
                <wp:wrapNone/>
                <wp:docPr id="4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C0396" id="Freeform 25" o:spid="_x0000_s1026" style="position:absolute;margin-left:36pt;margin-top:12pt;width:523.25pt;height:.05pt;z-index:-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BZ&#10;1aFG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Sede legale</w:t>
      </w:r>
    </w:p>
    <w:p w14:paraId="0569DDDE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14:paraId="49714372" w14:textId="77777777" w:rsidR="003D3B97" w:rsidRPr="006250D6" w:rsidRDefault="00841AFB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39296" behindDoc="0" locked="0" layoutInCell="1" allowOverlap="1" wp14:anchorId="0FC13803" wp14:editId="028E92A7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403225"/>
                <wp:effectExtent l="1270" t="8890" r="2540" b="6985"/>
                <wp:wrapSquare wrapText="bothSides"/>
                <wp:docPr id="3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403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6"/>
                              <w:gridCol w:w="1701"/>
                              <w:gridCol w:w="3969"/>
                              <w:gridCol w:w="859"/>
                            </w:tblGrid>
                            <w:tr w:rsidR="00787479" w:rsidRPr="00BC7953" w14:paraId="49F882C6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3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DF46A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A5DDA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35A5A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213B9B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DBDBB1F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3803" id="Text Box 5" o:spid="_x0000_s1029" type="#_x0000_t202" style="position:absolute;left:0;text-align:left;margin-left:6.85pt;margin-top:12.05pt;width:523.2pt;height:31.75pt;z-index:251639296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36"/>
                        <w:gridCol w:w="1701"/>
                        <w:gridCol w:w="3969"/>
                        <w:gridCol w:w="859"/>
                      </w:tblGrid>
                      <w:tr w:rsidR="00787479" w:rsidRPr="00BC7953" w14:paraId="49F882C6" w14:textId="77777777">
                        <w:trPr>
                          <w:trHeight w:val="420"/>
                        </w:trPr>
                        <w:tc>
                          <w:tcPr>
                            <w:tcW w:w="3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DF46A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9A5DDA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B35A5A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4213B9B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DBDBB1F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BC7953">
        <w:rPr>
          <w:rFonts w:ascii="Arial Narrow" w:hAnsi="Arial Narrow"/>
          <w:color w:val="231F20"/>
          <w:sz w:val="20"/>
          <w:szCs w:val="20"/>
          <w:lang w:val="it-IT"/>
        </w:rPr>
        <w:tab/>
        <w:t>CAP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14:paraId="1935564A" w14:textId="77777777"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E3C219C" w14:textId="77777777" w:rsidR="003D3B97" w:rsidRPr="006250D6" w:rsidRDefault="00841AFB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0320" behindDoc="0" locked="0" layoutInCell="1" allowOverlap="1" wp14:anchorId="329CAFB0" wp14:editId="400CD46C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386715"/>
                <wp:effectExtent l="1270" t="1905" r="2540" b="1905"/>
                <wp:wrapSquare wrapText="bothSides"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5"/>
                              <w:gridCol w:w="1840"/>
                              <w:gridCol w:w="2127"/>
                              <w:gridCol w:w="2411"/>
                              <w:gridCol w:w="1992"/>
                            </w:tblGrid>
                            <w:tr w:rsidR="00787479" w14:paraId="5A62D25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51EA5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9775E0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4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91F8A7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FCF62F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7D48E8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1C2BEFDB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CAFB0" id="Text Box 6" o:spid="_x0000_s1030" type="#_x0000_t202" style="position:absolute;left:0;text-align:left;margin-left:6.85pt;margin-top:12.05pt;width:523.2pt;height:30.45pt;z-index:25164032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5"/>
                        <w:gridCol w:w="1840"/>
                        <w:gridCol w:w="2127"/>
                        <w:gridCol w:w="2411"/>
                        <w:gridCol w:w="1992"/>
                      </w:tblGrid>
                      <w:tr w:rsidR="00787479" w14:paraId="5A62D255" w14:textId="77777777">
                        <w:trPr>
                          <w:trHeight w:val="420"/>
                        </w:trPr>
                        <w:tc>
                          <w:tcPr>
                            <w:tcW w:w="20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51EA5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79775E0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4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891F8A7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2FCF62F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D7D48E8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1C2BEFDB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14:paraId="53E23783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28786E43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73E09C7" wp14:editId="3209E944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3970" r="12700" b="4445"/>
                <wp:wrapNone/>
                <wp:docPr id="3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FBEDB" id="Freeform 28" o:spid="_x0000_s1026" style="position:absolute;margin-left:36pt;margin-top:12pt;width:523.25pt;height:.05pt;z-index:-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146A49A" wp14:editId="4E258C0D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3970" r="12700" b="4445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3042F" id="Freeform 37" o:spid="_x0000_s1026" style="position:absolute;margin-left:36pt;margin-top:12pt;width:523.25pt;height:.05pt;z-index:-251645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117A9BFA" wp14:editId="27BE83B7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3970" r="12700" b="4445"/>
                <wp:wrapNone/>
                <wp:docPr id="3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B035F" id="Freeform 38" o:spid="_x0000_s1026" style="position:absolute;margin-left:36pt;margin-top:12pt;width:523.25pt;height:.05pt;z-index:-251644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Sede operativa (se diversa)</w:t>
      </w:r>
    </w:p>
    <w:p w14:paraId="2F2AD9BB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9EFA929" w14:textId="77777777" w:rsidR="003D3B97" w:rsidRPr="006250D6" w:rsidRDefault="00841AFB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1344" behindDoc="0" locked="0" layoutInCell="1" allowOverlap="1" wp14:anchorId="52CFB84E" wp14:editId="05DE645A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339090"/>
                <wp:effectExtent l="1270" t="1905" r="2540" b="1905"/>
                <wp:wrapSquare wrapText="bothSides"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39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6"/>
                              <w:gridCol w:w="1701"/>
                              <w:gridCol w:w="3969"/>
                              <w:gridCol w:w="859"/>
                            </w:tblGrid>
                            <w:tr w:rsidR="00787479" w:rsidRPr="00BC7953" w14:paraId="10A9196B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3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07634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77A828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7ABD7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C2EA7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4240D6F7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FB84E" id="Text Box 7" o:spid="_x0000_s1031" type="#_x0000_t202" style="position:absolute;left:0;text-align:left;margin-left:6.85pt;margin-top:12.05pt;width:523.2pt;height:26.7pt;z-index:25164134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36"/>
                        <w:gridCol w:w="1701"/>
                        <w:gridCol w:w="3969"/>
                        <w:gridCol w:w="859"/>
                      </w:tblGrid>
                      <w:tr w:rsidR="00787479" w:rsidRPr="00BC7953" w14:paraId="10A9196B" w14:textId="77777777">
                        <w:trPr>
                          <w:trHeight w:val="420"/>
                        </w:trPr>
                        <w:tc>
                          <w:tcPr>
                            <w:tcW w:w="3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07634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C77A828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57ABD7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0C2EA7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4240D6F7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CAP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14:paraId="1A3955A6" w14:textId="77777777"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4978D49" w14:textId="77777777" w:rsidR="003D3B97" w:rsidRPr="006250D6" w:rsidRDefault="00841AFB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2368" behindDoc="0" locked="0" layoutInCell="1" allowOverlap="1" wp14:anchorId="3FBC8645" wp14:editId="3E77DA09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570230"/>
                <wp:effectExtent l="1270" t="4445" r="2540" b="6350"/>
                <wp:wrapSquare wrapText="bothSides"/>
                <wp:docPr id="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5702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5"/>
                              <w:gridCol w:w="1840"/>
                              <w:gridCol w:w="2127"/>
                              <w:gridCol w:w="2411"/>
                              <w:gridCol w:w="1992"/>
                            </w:tblGrid>
                            <w:tr w:rsidR="00787479" w14:paraId="268913E8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4FA68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B5598B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39201B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919A53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DA5F5B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3CD69D8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C8645" id="Text Box 8" o:spid="_x0000_s1032" type="#_x0000_t202" style="position:absolute;left:0;text-align:left;margin-left:6.85pt;margin-top:12.05pt;width:523.2pt;height:44.9pt;z-index:25164236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5"/>
                        <w:gridCol w:w="1840"/>
                        <w:gridCol w:w="2127"/>
                        <w:gridCol w:w="2411"/>
                        <w:gridCol w:w="1992"/>
                      </w:tblGrid>
                      <w:tr w:rsidR="00787479" w14:paraId="268913E8" w14:textId="77777777">
                        <w:trPr>
                          <w:trHeight w:val="420"/>
                        </w:trPr>
                        <w:tc>
                          <w:tcPr>
                            <w:tcW w:w="20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24FA68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4B5598B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39201B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6919A53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ADA5F5B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3CD69D8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14:paraId="6513E409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47202827" w14:textId="77777777" w:rsidR="00BC7953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37B135D0" w14:textId="77777777" w:rsidR="00B046FF" w:rsidRDefault="00B046FF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246A37A5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6F4645D" wp14:editId="38BAF623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32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91713" id="Freeform 26" o:spid="_x0000_s1026" style="position:absolute;margin-left:36pt;margin-top:12pt;width:523.25pt;height:.05pt;z-index:-251655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778178F3" wp14:editId="3D09F31F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3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BDBA2" id="Freeform 39" o:spid="_x0000_s1026" style="position:absolute;margin-left:36pt;margin-top:12pt;width:523.25pt;height:.05pt;z-index:-251643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Cy&#10;WuwM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Legale rapp</w:t>
      </w:r>
      <w:r w:rsidR="003D3B97">
        <w:rPr>
          <w:rFonts w:ascii="Arial Narrow" w:hAnsi="Arial Narrow"/>
          <w:b/>
          <w:bCs/>
          <w:color w:val="231F20"/>
          <w:spacing w:val="-3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esentante</w:t>
      </w:r>
    </w:p>
    <w:p w14:paraId="19E56892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0E9624A" w14:textId="77777777" w:rsidR="003D3B97" w:rsidRDefault="00841AFB">
      <w:pPr>
        <w:pStyle w:val="intestazionetabellaCSV"/>
        <w:tabs>
          <w:tab w:val="left" w:pos="4462"/>
          <w:tab w:val="left" w:pos="8007"/>
        </w:tabs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3392" behindDoc="0" locked="0" layoutInCell="1" allowOverlap="1" wp14:anchorId="41C0B504" wp14:editId="18ED429B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450215"/>
                <wp:effectExtent l="1270" t="635" r="2540" b="6350"/>
                <wp:wrapSquare wrapText="bothSides"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450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20"/>
                              <w:gridCol w:w="3544"/>
                              <w:gridCol w:w="2701"/>
                            </w:tblGrid>
                            <w:tr w:rsidR="00787479" w14:paraId="6FA6752A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7C652A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41C32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E80F79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FE9AEC9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0B504" id="Text Box 9" o:spid="_x0000_s1033" type="#_x0000_t202" style="position:absolute;left:0;text-align:left;margin-left:6.85pt;margin-top:12.05pt;width:523.2pt;height:35.45pt;z-index:25164339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20"/>
                        <w:gridCol w:w="3544"/>
                        <w:gridCol w:w="2701"/>
                      </w:tblGrid>
                      <w:tr w:rsidR="00787479" w14:paraId="6FA6752A" w14:textId="77777777">
                        <w:trPr>
                          <w:trHeight w:val="420"/>
                        </w:trPr>
                        <w:tc>
                          <w:tcPr>
                            <w:tcW w:w="4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7C652A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541C32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6E80F79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FE9AEC9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14:paraId="646C5BAA" w14:textId="77777777" w:rsidR="003D3B97" w:rsidRPr="006250D6" w:rsidRDefault="00841AFB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4416" behindDoc="0" locked="0" layoutInCell="1" allowOverlap="1" wp14:anchorId="6120FA37" wp14:editId="492BFBE1">
                <wp:simplePos x="0" y="0"/>
                <wp:positionH relativeFrom="margin">
                  <wp:posOffset>86995</wp:posOffset>
                </wp:positionH>
                <wp:positionV relativeFrom="paragraph">
                  <wp:posOffset>609600</wp:posOffset>
                </wp:positionV>
                <wp:extent cx="6644640" cy="358140"/>
                <wp:effectExtent l="1270" t="2540" r="2540" b="1270"/>
                <wp:wrapSquare wrapText="bothSides"/>
                <wp:docPr id="2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58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2"/>
                              <w:gridCol w:w="2835"/>
                              <w:gridCol w:w="4688"/>
                            </w:tblGrid>
                            <w:tr w:rsidR="00787479" w14:paraId="519A3EAA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9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7A46B2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5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F6C380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6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6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B6DF1E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2562E583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0FA37" id="Text Box 10" o:spid="_x0000_s1034" type="#_x0000_t202" style="position:absolute;left:0;text-align:left;margin-left:6.85pt;margin-top:48pt;width:523.2pt;height:28.2pt;z-index:251644416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2"/>
                        <w:gridCol w:w="2835"/>
                        <w:gridCol w:w="4688"/>
                      </w:tblGrid>
                      <w:tr w:rsidR="00787479" w14:paraId="519A3EAA" w14:textId="77777777">
                        <w:trPr>
                          <w:trHeight w:val="420"/>
                        </w:trPr>
                        <w:tc>
                          <w:tcPr>
                            <w:tcW w:w="29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57A46B2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F6C380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6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6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BB6DF1E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2562E583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14:paraId="2C057E19" w14:textId="77777777" w:rsidR="003D3B97" w:rsidRDefault="003D3B97">
      <w:pPr>
        <w:pStyle w:val="intestazionetabellaCSV"/>
        <w:rPr>
          <w:rFonts w:ascii="Arial" w:hAnsi="Arial" w:cs="Arial Narrow"/>
          <w:sz w:val="18"/>
          <w:szCs w:val="18"/>
        </w:rPr>
      </w:pPr>
    </w:p>
    <w:p w14:paraId="69C349CA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76AAFCB" wp14:editId="12E6DC69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28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42528" id="Freeform 31" o:spid="_x0000_s1026" style="position:absolute;margin-left:36pt;margin-top:12pt;width:523.25pt;height:.05pt;z-index:-251651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C1&#10;d4fZ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Responsabile del progetto (se persona diversa dal legale rappresentante)</w:t>
      </w:r>
    </w:p>
    <w:p w14:paraId="03F2B9E1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14:paraId="11D1AB02" w14:textId="77777777" w:rsidR="003D3B97" w:rsidRDefault="00841AFB">
      <w:pPr>
        <w:pStyle w:val="intestazionetabellaCSV"/>
        <w:tabs>
          <w:tab w:val="left" w:pos="4462"/>
          <w:tab w:val="left" w:pos="8007"/>
        </w:tabs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5440" behindDoc="0" locked="0" layoutInCell="1" allowOverlap="1" wp14:anchorId="3DA25D92" wp14:editId="18EC7113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438785"/>
                <wp:effectExtent l="1270" t="5715" r="2540" b="3175"/>
                <wp:wrapSquare wrapText="bothSides"/>
                <wp:docPr id="2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4387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20"/>
                              <w:gridCol w:w="3544"/>
                              <w:gridCol w:w="2701"/>
                            </w:tblGrid>
                            <w:tr w:rsidR="00787479" w14:paraId="483031A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FA1F9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9BD3D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1A475A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BED5AA2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5D92" id="Text Box 11" o:spid="_x0000_s1035" type="#_x0000_t202" style="position:absolute;left:0;text-align:left;margin-left:6.85pt;margin-top:12.05pt;width:523.2pt;height:34.55pt;z-index:25164544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20"/>
                        <w:gridCol w:w="3544"/>
                        <w:gridCol w:w="2701"/>
                      </w:tblGrid>
                      <w:tr w:rsidR="00787479" w14:paraId="483031A5" w14:textId="77777777">
                        <w:trPr>
                          <w:trHeight w:val="420"/>
                        </w:trPr>
                        <w:tc>
                          <w:tcPr>
                            <w:tcW w:w="4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FA1F9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C9BD3D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11A475A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BED5AA2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14:paraId="339A1D08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14:paraId="3A588350" w14:textId="77777777" w:rsidR="003D3B97" w:rsidRPr="006250D6" w:rsidRDefault="00841AFB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6464" behindDoc="0" locked="0" layoutInCell="1" allowOverlap="1" wp14:anchorId="41BAA0DF" wp14:editId="2FBA62FB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371475"/>
                <wp:effectExtent l="1270" t="8255" r="2540" b="1270"/>
                <wp:wrapSquare wrapText="bothSides"/>
                <wp:docPr id="2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2"/>
                              <w:gridCol w:w="2835"/>
                              <w:gridCol w:w="4688"/>
                            </w:tblGrid>
                            <w:tr w:rsidR="00787479" w14:paraId="4A5FFFD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9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5346DF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BD2AEE1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6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8BCDB8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FE66F1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AA0DF" id="Text Box 12" o:spid="_x0000_s1036" type="#_x0000_t202" style="position:absolute;left:0;text-align:left;margin-left:6.85pt;margin-top:12.05pt;width:523.2pt;height:29.25pt;z-index:25164646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2"/>
                        <w:gridCol w:w="2835"/>
                        <w:gridCol w:w="4688"/>
                      </w:tblGrid>
                      <w:tr w:rsidR="00787479" w14:paraId="4A5FFFD5" w14:textId="77777777">
                        <w:trPr>
                          <w:trHeight w:val="420"/>
                        </w:trPr>
                        <w:tc>
                          <w:tcPr>
                            <w:tcW w:w="29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E5346DF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BD2AEE1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6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8BCDB8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FE66F1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14:paraId="70B271DF" w14:textId="77777777" w:rsidR="00BC7953" w:rsidRDefault="00BC7953">
      <w:pPr>
        <w:widowControl w:val="0"/>
        <w:autoSpaceDE w:val="0"/>
        <w:spacing w:before="40" w:after="0" w:line="240" w:lineRule="auto"/>
        <w:ind w:right="-20"/>
        <w:rPr>
          <w:b/>
          <w:bCs/>
          <w:color w:val="231F20"/>
          <w:sz w:val="18"/>
          <w:szCs w:val="18"/>
          <w:lang w:val="it-IT"/>
        </w:rPr>
      </w:pPr>
    </w:p>
    <w:p w14:paraId="08C761BD" w14:textId="77777777" w:rsidR="003D3B97" w:rsidRPr="006250D6" w:rsidRDefault="00841AFB">
      <w:pPr>
        <w:widowControl w:val="0"/>
        <w:autoSpaceDE w:val="0"/>
        <w:spacing w:before="40" w:after="0" w:line="240" w:lineRule="auto"/>
        <w:ind w:left="13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1C73F41A" wp14:editId="276856C6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8890" r="12700" b="9525"/>
                <wp:wrapNone/>
                <wp:docPr id="25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90DF2" id="Freeform 30" o:spid="_x0000_s1026" style="position:absolute;margin-left:36pt;margin-top:14pt;width:523.25pt;height:.05pt;z-index:-251652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68D5AEC9" wp14:editId="689F5273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8890" r="12700" b="9525"/>
                <wp:wrapNone/>
                <wp:docPr id="24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8368B" id="Freeform 36" o:spid="_x0000_s1026" style="position:absolute;margin-left:36pt;margin-top:14pt;width:523.25pt;height:.05pt;z-index:-251646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2h9gIAAGQGAAAOAAAAZHJzL2Uyb0RvYy54bWysVd1u0zAUvkfiHSxfInVJ2jTr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hpLd&#10;ofYCAABk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Descrizione dell’associazione proponente (max 1000 caratteri)</w:t>
      </w:r>
    </w:p>
    <w:p w14:paraId="63FD4E86" w14:textId="77777777" w:rsidR="003D3B97" w:rsidRDefault="003D3B97">
      <w:pPr>
        <w:pStyle w:val="intestazionetabellaCSV"/>
        <w:ind w:left="133" w:right="0"/>
        <w:rPr>
          <w:rFonts w:ascii="Arial Narrow" w:hAnsi="Arial Narrow" w:cs="Arial Narrow"/>
          <w:w w:val="94"/>
          <w:sz w:val="10"/>
          <w:szCs w:val="10"/>
        </w:rPr>
      </w:pPr>
    </w:p>
    <w:p w14:paraId="07BA53BC" w14:textId="77777777" w:rsidR="003D3B97" w:rsidRPr="006250D6" w:rsidRDefault="00841AFB">
      <w:pPr>
        <w:tabs>
          <w:tab w:val="left" w:pos="142"/>
        </w:tabs>
        <w:autoSpaceDE w:val="0"/>
        <w:spacing w:line="288" w:lineRule="auto"/>
        <w:ind w:left="133"/>
        <w:textAlignment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7488" behindDoc="0" locked="0" layoutInCell="1" allowOverlap="1" wp14:anchorId="432AE22A" wp14:editId="5F333DAC">
                <wp:simplePos x="0" y="0"/>
                <wp:positionH relativeFrom="margin">
                  <wp:posOffset>86995</wp:posOffset>
                </wp:positionH>
                <wp:positionV relativeFrom="paragraph">
                  <wp:posOffset>308610</wp:posOffset>
                </wp:positionV>
                <wp:extent cx="6651625" cy="2948940"/>
                <wp:effectExtent l="1270" t="3175" r="5080" b="635"/>
                <wp:wrapSquare wrapText="bothSides"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1625" cy="29489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476"/>
                            </w:tblGrid>
                            <w:tr w:rsidR="00787479" w14:paraId="6CADD759" w14:textId="77777777">
                              <w:trPr>
                                <w:cantSplit/>
                                <w:trHeight w:hRule="exact" w:val="4142"/>
                              </w:trPr>
                              <w:tc>
                                <w:tcPr>
                                  <w:tcW w:w="104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C3C6C9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42B525D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E22A" id="Text Box 13" o:spid="_x0000_s1037" type="#_x0000_t202" style="position:absolute;left:0;text-align:left;margin-left:6.85pt;margin-top:24.3pt;width:523.75pt;height:232.2pt;z-index:25164748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476"/>
                      </w:tblGrid>
                      <w:tr w:rsidR="00787479" w14:paraId="6CADD759" w14:textId="77777777">
                        <w:trPr>
                          <w:cantSplit/>
                          <w:trHeight w:hRule="exact" w:val="4142"/>
                        </w:trPr>
                        <w:tc>
                          <w:tcPr>
                            <w:tcW w:w="104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37C3C6C9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42B525D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i/>
          <w:sz w:val="20"/>
          <w:szCs w:val="20"/>
          <w:lang w:val="it-IT"/>
        </w:rPr>
        <w:t>Fornite una descrizione sintetica della vostra associazione (finalità, attività principali, collaborazioni stabili con altre organizzazioni/istituzioni).</w:t>
      </w:r>
    </w:p>
    <w:p w14:paraId="122AF9BD" w14:textId="77777777" w:rsidR="003D3B97" w:rsidRPr="001C356C" w:rsidRDefault="003D3B97">
      <w:pPr>
        <w:widowControl w:val="0"/>
        <w:autoSpaceDE w:val="0"/>
        <w:spacing w:before="31" w:after="0" w:line="240" w:lineRule="auto"/>
        <w:ind w:left="140" w:right="-20"/>
        <w:rPr>
          <w:lang w:val="it-IT"/>
        </w:rPr>
      </w:pPr>
    </w:p>
    <w:p w14:paraId="15BB821B" w14:textId="77777777" w:rsidR="003D3B97" w:rsidRDefault="00841AFB">
      <w:pPr>
        <w:widowControl w:val="0"/>
        <w:autoSpaceDE w:val="0"/>
        <w:spacing w:before="31" w:after="0" w:line="240" w:lineRule="auto"/>
        <w:ind w:left="14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BD1D636" wp14:editId="4C13B094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9525" t="6985" r="12700" b="11430"/>
                <wp:wrapNone/>
                <wp:docPr id="2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9652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CA231" id="Freeform 27" o:spid="_x0000_s1026" style="position:absolute;margin-left:36pt;margin-top:19.45pt;width:523.25pt;height:.05pt;z-index:-251654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" path="m,l10465,e" filled="f" strokecolor="#231f20" strokeweight=".76pt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2. Informazioni sul p</w:t>
      </w:r>
      <w:r w:rsidR="003D3B97">
        <w:rPr>
          <w:rFonts w:ascii="Arial Narrow" w:hAnsi="Arial Narrow"/>
          <w:b/>
          <w:bCs/>
          <w:color w:val="231F20"/>
          <w:spacing w:val="-4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w w:val="101"/>
          <w:sz w:val="24"/>
          <w:szCs w:val="24"/>
          <w:lang w:val="it-IT"/>
        </w:rPr>
        <w:t>ogetto</w:t>
      </w:r>
    </w:p>
    <w:p w14:paraId="557B135C" w14:textId="77777777"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6DA28A2F" w14:textId="77777777" w:rsidR="003D3B97" w:rsidRDefault="003D3B97">
      <w:pPr>
        <w:widowControl w:val="0"/>
        <w:autoSpaceDE w:val="0"/>
        <w:spacing w:after="0" w:line="240" w:lineRule="auto"/>
        <w:ind w:left="140" w:right="-20"/>
        <w:rPr>
          <w:rFonts w:ascii="Arial Narrow" w:hAnsi="Arial Narrow"/>
          <w:color w:val="231F20"/>
          <w:spacing w:val="4"/>
          <w:w w:val="94"/>
          <w:sz w:val="20"/>
          <w:szCs w:val="20"/>
          <w:lang w:val="it-IT"/>
        </w:rPr>
      </w:pPr>
    </w:p>
    <w:p w14:paraId="0F9C1E25" w14:textId="77777777" w:rsidR="003D3B97" w:rsidRPr="00AC502D" w:rsidRDefault="00841AFB">
      <w:pPr>
        <w:widowControl w:val="0"/>
        <w:autoSpaceDE w:val="0"/>
        <w:spacing w:after="0" w:line="240" w:lineRule="auto"/>
        <w:ind w:left="14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8512" behindDoc="0" locked="0" layoutInCell="1" allowOverlap="1" wp14:anchorId="2A6A0B3D" wp14:editId="413DE519">
                <wp:simplePos x="0" y="0"/>
                <wp:positionH relativeFrom="margin">
                  <wp:posOffset>86995</wp:posOffset>
                </wp:positionH>
                <wp:positionV relativeFrom="paragraph">
                  <wp:posOffset>167005</wp:posOffset>
                </wp:positionV>
                <wp:extent cx="6644640" cy="389890"/>
                <wp:effectExtent l="1270" t="8255" r="2540" b="1905"/>
                <wp:wrapSquare wrapText="bothSides"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898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465"/>
                            </w:tblGrid>
                            <w:tr w:rsidR="00787479" w14:paraId="4DE890F7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10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90A3CC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E0E34F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A0B3D" id="Text Box 14" o:spid="_x0000_s1038" type="#_x0000_t202" style="position:absolute;left:0;text-align:left;margin-left:6.85pt;margin-top:13.15pt;width:523.2pt;height:30.7pt;z-index:25164851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465"/>
                      </w:tblGrid>
                      <w:tr w:rsidR="00787479" w14:paraId="4DE890F7" w14:textId="77777777">
                        <w:trPr>
                          <w:trHeight w:val="420"/>
                        </w:trPr>
                        <w:tc>
                          <w:tcPr>
                            <w:tcW w:w="10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90A3CC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E0E34F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lang w:val="it-IT"/>
        </w:rPr>
        <w:t>Titolo del progetto</w:t>
      </w:r>
    </w:p>
    <w:p w14:paraId="733D28A9" w14:textId="77777777"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0C4DD695" w14:textId="77777777" w:rsidR="003D3B97" w:rsidRPr="006250D6" w:rsidRDefault="00841AFB">
      <w:pPr>
        <w:widowControl w:val="0"/>
        <w:tabs>
          <w:tab w:val="left" w:pos="4460"/>
        </w:tabs>
        <w:autoSpaceDE w:val="0"/>
        <w:spacing w:after="0" w:line="240" w:lineRule="auto"/>
        <w:ind w:left="140" w:right="-20"/>
        <w:rPr>
          <w:lang w:val="it-I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89535" distR="89535" simplePos="0" relativeHeight="251649536" behindDoc="0" locked="0" layoutInCell="1" allowOverlap="1" wp14:anchorId="7E8AC3EC" wp14:editId="2C8B3EC1">
                <wp:simplePos x="0" y="0"/>
                <wp:positionH relativeFrom="margin">
                  <wp:posOffset>86995</wp:posOffset>
                </wp:positionH>
                <wp:positionV relativeFrom="paragraph">
                  <wp:posOffset>152400</wp:posOffset>
                </wp:positionV>
                <wp:extent cx="6644640" cy="482600"/>
                <wp:effectExtent l="1270" t="6350" r="2540" b="6350"/>
                <wp:wrapSquare wrapText="bothSides"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482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926"/>
                              <w:gridCol w:w="5539"/>
                            </w:tblGrid>
                            <w:tr w:rsidR="00787479" w14:paraId="57F6F450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9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C411C2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EA1366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8078D1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C3EC" id="Text Box 15" o:spid="_x0000_s1039" type="#_x0000_t202" style="position:absolute;left:0;text-align:left;margin-left:6.85pt;margin-top:12pt;width:523.2pt;height:38pt;z-index:251649536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926"/>
                        <w:gridCol w:w="5539"/>
                      </w:tblGrid>
                      <w:tr w:rsidR="00787479" w14:paraId="57F6F450" w14:textId="77777777">
                        <w:trPr>
                          <w:trHeight w:val="420"/>
                        </w:trPr>
                        <w:tc>
                          <w:tcPr>
                            <w:tcW w:w="49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5C411C2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55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EA1366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8078D1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>Costo complessivo</w: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  <w:t xml:space="preserve">Contributo richiesto a </w:t>
      </w:r>
      <w:proofErr w:type="spellStart"/>
      <w:r w:rsidR="003D3B97">
        <w:rPr>
          <w:rFonts w:ascii="Arial Narrow" w:hAnsi="Arial Narrow"/>
          <w:color w:val="231F20"/>
          <w:sz w:val="20"/>
          <w:szCs w:val="18"/>
          <w:lang w:val="it-IT"/>
        </w:rPr>
        <w:t>Unisolidarietà</w:t>
      </w:r>
      <w:proofErr w:type="spellEnd"/>
      <w:r w:rsidR="0022766A">
        <w:rPr>
          <w:rFonts w:ascii="Arial Narrow" w:hAnsi="Arial Narrow"/>
          <w:color w:val="231F20"/>
          <w:sz w:val="20"/>
          <w:szCs w:val="18"/>
          <w:lang w:val="it-IT"/>
        </w:rPr>
        <w:t xml:space="preserve"> Onlus</w:t>
      </w:r>
    </w:p>
    <w:p w14:paraId="212DB6EC" w14:textId="77777777" w:rsidR="003D3B97" w:rsidRDefault="003D3B97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14:paraId="71CF3653" w14:textId="77777777" w:rsidR="003D3B97" w:rsidRDefault="003D3B97">
      <w:pPr>
        <w:widowControl w:val="0"/>
        <w:autoSpaceDE w:val="0"/>
        <w:spacing w:before="40" w:after="0" w:line="240" w:lineRule="auto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35641001" w14:textId="77777777" w:rsidR="003D3B97" w:rsidRPr="006250D6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74F33C11" wp14:editId="32543CBB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1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2D1BC" id="Freeform 35" o:spid="_x0000_s1026" style="position:absolute;margin-left:36pt;margin-top:14pt;width:523.25pt;height:.05pt;z-index:-251647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Durata del progetto</w:t>
      </w:r>
    </w:p>
    <w:p w14:paraId="5AC6C7F5" w14:textId="77777777"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14:paraId="16F1FACB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i/>
          <w:sz w:val="18"/>
          <w:szCs w:val="20"/>
          <w:lang w:val="it-IT"/>
        </w:rPr>
        <w:t xml:space="preserve">Le date effettive di avvio e conclusione del progetto saranno indicate nel Modello di accettazione del contributo che sarà inviato all’associazione di volontariato in allegato alla lettera di approvazione del </w:t>
      </w:r>
      <w:proofErr w:type="spellStart"/>
      <w:r>
        <w:rPr>
          <w:rFonts w:ascii="Arial Narrow" w:hAnsi="Arial Narrow"/>
          <w:i/>
          <w:sz w:val="18"/>
          <w:szCs w:val="20"/>
          <w:lang w:val="it-IT"/>
        </w:rPr>
        <w:t>progetto.</w:t>
      </w:r>
      <w:r>
        <w:rPr>
          <w:b/>
          <w:bCs/>
          <w:sz w:val="16"/>
          <w:szCs w:val="16"/>
          <w:lang w:val="it-IT"/>
        </w:rPr>
        <w:t>N.B</w:t>
      </w:r>
      <w:proofErr w:type="spellEnd"/>
      <w:r>
        <w:rPr>
          <w:b/>
          <w:bCs/>
          <w:sz w:val="16"/>
          <w:szCs w:val="16"/>
          <w:lang w:val="it-IT"/>
        </w:rPr>
        <w:t xml:space="preserve">. I progetti dovranno terminare comunque entro il </w:t>
      </w:r>
      <w:proofErr w:type="gramStart"/>
      <w:r w:rsidR="00B3200A">
        <w:rPr>
          <w:b/>
          <w:bCs/>
          <w:sz w:val="16"/>
          <w:szCs w:val="16"/>
          <w:lang w:val="it-IT"/>
        </w:rPr>
        <w:t>30</w:t>
      </w:r>
      <w:r w:rsidR="00534C4A">
        <w:rPr>
          <w:b/>
          <w:bCs/>
          <w:sz w:val="16"/>
          <w:szCs w:val="16"/>
          <w:lang w:val="it-IT"/>
        </w:rPr>
        <w:t xml:space="preserve">  </w:t>
      </w:r>
      <w:r w:rsidR="008547F8">
        <w:rPr>
          <w:b/>
          <w:bCs/>
          <w:sz w:val="16"/>
          <w:szCs w:val="16"/>
          <w:lang w:val="it-IT"/>
        </w:rPr>
        <w:t>novembre</w:t>
      </w:r>
      <w:proofErr w:type="gramEnd"/>
      <w:r w:rsidR="00443E03">
        <w:rPr>
          <w:b/>
          <w:bCs/>
          <w:sz w:val="16"/>
          <w:szCs w:val="16"/>
          <w:lang w:val="it-IT"/>
        </w:rPr>
        <w:t>202</w:t>
      </w:r>
      <w:r w:rsidR="00534C4A">
        <w:rPr>
          <w:b/>
          <w:bCs/>
          <w:sz w:val="16"/>
          <w:szCs w:val="16"/>
          <w:lang w:val="it-IT"/>
        </w:rPr>
        <w:t>1</w:t>
      </w:r>
      <w:r>
        <w:rPr>
          <w:b/>
          <w:bCs/>
          <w:sz w:val="16"/>
          <w:szCs w:val="16"/>
          <w:lang w:val="it-IT"/>
        </w:rPr>
        <w:t>.</w:t>
      </w:r>
    </w:p>
    <w:p w14:paraId="5C2EE9BA" w14:textId="77777777" w:rsidR="00443E03" w:rsidRDefault="00443E03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b/>
          <w:bCs/>
          <w:color w:val="231F20"/>
          <w:sz w:val="18"/>
          <w:szCs w:val="18"/>
          <w:lang w:val="it-IT"/>
        </w:rPr>
      </w:pPr>
    </w:p>
    <w:p w14:paraId="0EC97651" w14:textId="77777777" w:rsidR="003D3B97" w:rsidRPr="006250D6" w:rsidRDefault="003D3B97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Data di conclusione prevista </w:t>
      </w:r>
      <w:r w:rsidR="00B046FF">
        <w:rPr>
          <w:rFonts w:ascii="Arial Narrow" w:hAnsi="Arial Narrow"/>
          <w:color w:val="231F20"/>
          <w:sz w:val="20"/>
          <w:szCs w:val="20"/>
          <w:lang w:val="it-IT"/>
        </w:rPr>
        <w:t xml:space="preserve">(al massimo entro il </w:t>
      </w:r>
      <w:r w:rsidR="00B3200A">
        <w:rPr>
          <w:rFonts w:ascii="Arial Narrow" w:hAnsi="Arial Narrow"/>
          <w:color w:val="231F20"/>
          <w:sz w:val="20"/>
          <w:szCs w:val="20"/>
          <w:lang w:val="it-IT"/>
        </w:rPr>
        <w:t>30/</w:t>
      </w:r>
      <w:r w:rsidR="008547F8">
        <w:rPr>
          <w:rFonts w:ascii="Arial Narrow" w:hAnsi="Arial Narrow"/>
          <w:color w:val="231F20"/>
          <w:sz w:val="20"/>
          <w:szCs w:val="20"/>
          <w:lang w:val="it-IT"/>
        </w:rPr>
        <w:t>11</w:t>
      </w:r>
      <w:r w:rsidR="00B3200A">
        <w:rPr>
          <w:rFonts w:ascii="Arial Narrow" w:hAnsi="Arial Narrow"/>
          <w:color w:val="231F20"/>
          <w:sz w:val="20"/>
          <w:szCs w:val="20"/>
          <w:lang w:val="it-IT"/>
        </w:rPr>
        <w:t>/20</w:t>
      </w:r>
      <w:r w:rsidR="005E534A">
        <w:rPr>
          <w:rFonts w:ascii="Arial Narrow" w:hAnsi="Arial Narrow"/>
          <w:color w:val="231F20"/>
          <w:sz w:val="20"/>
          <w:szCs w:val="20"/>
          <w:lang w:val="it-IT"/>
        </w:rPr>
        <w:t>20</w:t>
      </w:r>
      <w:r w:rsidR="00B046FF">
        <w:rPr>
          <w:rFonts w:ascii="Arial Narrow" w:hAnsi="Arial Narrow"/>
          <w:color w:val="231F20"/>
          <w:sz w:val="20"/>
          <w:szCs w:val="20"/>
          <w:lang w:val="it-IT"/>
        </w:rPr>
        <w:t>)</w:t>
      </w:r>
    </w:p>
    <w:p w14:paraId="61CCAA8F" w14:textId="77777777" w:rsidR="003D3B97" w:rsidRDefault="00841AFB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0560" behindDoc="0" locked="0" layoutInCell="1" allowOverlap="1" wp14:anchorId="64AAA2C8" wp14:editId="0133AC20">
                <wp:simplePos x="0" y="0"/>
                <wp:positionH relativeFrom="margin">
                  <wp:posOffset>86995</wp:posOffset>
                </wp:positionH>
                <wp:positionV relativeFrom="paragraph">
                  <wp:posOffset>6985</wp:posOffset>
                </wp:positionV>
                <wp:extent cx="6361430" cy="377190"/>
                <wp:effectExtent l="1270" t="6985" r="0" b="6350"/>
                <wp:wrapSquare wrapText="bothSides"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1430" cy="377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78"/>
                              <w:gridCol w:w="5387"/>
                            </w:tblGrid>
                            <w:tr w:rsidR="00787479" w14:paraId="23EF04F5" w14:textId="77777777" w:rsidTr="00443E03">
                              <w:trPr>
                                <w:trHeight w:val="420"/>
                              </w:trPr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BA01AA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  <w:r w:rsidR="00443E03">
                                    <w:rPr>
                                      <w:rFonts w:ascii="Arial Narrow" w:hAnsi="Arial Narrow"/>
                                      <w:color w:val="231F20"/>
                                      <w:sz w:val="20"/>
                                      <w:szCs w:val="20"/>
                                      <w:lang w:val="it-IT"/>
                                    </w:rPr>
                                    <w:t>Data di inizio prevista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2C3B63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  <w:r w:rsidR="00443E0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Data conclusione prevista (massimo 30/11/202</w:t>
                                  </w:r>
                                  <w:r w:rsidR="00534C4A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="00443E0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239DE321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AA2C8" id="Text Box 16" o:spid="_x0000_s1040" type="#_x0000_t202" style="position:absolute;margin-left:6.85pt;margin-top:.55pt;width:500.9pt;height:29.7pt;z-index:25165056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78"/>
                        <w:gridCol w:w="5387"/>
                      </w:tblGrid>
                      <w:tr w:rsidR="00787479" w14:paraId="23EF04F5" w14:textId="77777777" w:rsidTr="00443E03">
                        <w:trPr>
                          <w:trHeight w:val="420"/>
                        </w:trPr>
                        <w:tc>
                          <w:tcPr>
                            <w:tcW w:w="46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BA01AA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  <w:r w:rsidR="00443E03">
                              <w:rPr>
                                <w:rFonts w:ascii="Arial Narrow" w:hAnsi="Arial Narrow"/>
                                <w:color w:val="231F20"/>
                                <w:sz w:val="20"/>
                                <w:szCs w:val="20"/>
                                <w:lang w:val="it-IT"/>
                              </w:rPr>
                              <w:t>Data di inizio prevista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82C3B63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  <w:r w:rsidR="00443E0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Data conclusione prevista (massimo 30/11/202</w:t>
                            </w:r>
                            <w:r w:rsidR="00534C4A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="00443E0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239DE321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3B82571" w14:textId="77777777"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14:paraId="4A810C55" w14:textId="77777777"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14:paraId="53C30021" w14:textId="77777777" w:rsidR="003D3B97" w:rsidRPr="006250D6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65EF675" wp14:editId="7421AE22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7620" r="12700" b="10795"/>
                <wp:wrapNone/>
                <wp:docPr id="1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089CA" id="Freeform 32" o:spid="_x0000_s1026" style="position:absolute;margin-left:36pt;margin-top:14pt;width:523.25pt;height:.05pt;z-index:-251650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R5MC&#10;ofYCAABk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Sintesi del progetto (max 1000 caratteri)</w:t>
      </w:r>
    </w:p>
    <w:p w14:paraId="7AE8D75D" w14:textId="77777777"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14:paraId="519B01C5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rFonts w:ascii="Calibri" w:hAnsi="Calibri" w:cs="Calibri"/>
          <w:i/>
          <w:iCs/>
          <w:sz w:val="20"/>
          <w:szCs w:val="20"/>
          <w:lang w:val="it-IT"/>
        </w:rPr>
        <w:t>Specificare anche il tipo di intervento di contrasto alla povertà che si intende proporre.</w:t>
      </w:r>
    </w:p>
    <w:p w14:paraId="429FCD7D" w14:textId="77777777" w:rsidR="00B046FF" w:rsidRDefault="00841AFB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1584" behindDoc="0" locked="0" layoutInCell="1" allowOverlap="1" wp14:anchorId="4B224C88" wp14:editId="7DDED2BF">
                <wp:simplePos x="0" y="0"/>
                <wp:positionH relativeFrom="margin">
                  <wp:posOffset>86995</wp:posOffset>
                </wp:positionH>
                <wp:positionV relativeFrom="paragraph">
                  <wp:posOffset>93980</wp:posOffset>
                </wp:positionV>
                <wp:extent cx="6666865" cy="2981960"/>
                <wp:effectExtent l="1270" t="1905" r="8890" b="6985"/>
                <wp:wrapSquare wrapText="bothSides"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29819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0"/>
                            </w:tblGrid>
                            <w:tr w:rsidR="00787479" w14:paraId="4DEF18A6" w14:textId="77777777" w:rsidTr="00B046FF">
                              <w:trPr>
                                <w:cantSplit/>
                                <w:trHeight w:hRule="exact" w:val="3730"/>
                              </w:trPr>
                              <w:tc>
                                <w:tcPr>
                                  <w:tcW w:w="105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3DBAFAB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89176F0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24C88" id="Text Box 17" o:spid="_x0000_s1041" type="#_x0000_t202" style="position:absolute;left:0;text-align:left;margin-left:6.85pt;margin-top:7.4pt;width:524.95pt;height:234.8pt;z-index:25165158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0"/>
                      </w:tblGrid>
                      <w:tr w:rsidR="00787479" w14:paraId="4DEF18A6" w14:textId="77777777" w:rsidTr="00B046FF">
                        <w:trPr>
                          <w:cantSplit/>
                          <w:trHeight w:hRule="exact" w:val="3730"/>
                        </w:trPr>
                        <w:tc>
                          <w:tcPr>
                            <w:tcW w:w="105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3DBAFAB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89176F0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79B15F8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14:paraId="63A69199" w14:textId="77777777" w:rsidR="003D3B97" w:rsidRPr="006250D6" w:rsidRDefault="00841AFB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6847E551" wp14:editId="29353F0D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13335" r="12700" b="5080"/>
                <wp:wrapNone/>
                <wp:docPr id="1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2EB29" id="Freeform 34" o:spid="_x0000_s1026" style="position:absolute;margin-left:36pt;margin-top:14pt;width:523.25pt;height:.05pt;z-index:-251648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TyTS&#10;RfYCAABk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 xml:space="preserve">Destinatari 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del progetto</w:t>
      </w:r>
    </w:p>
    <w:p w14:paraId="082C97DE" w14:textId="77777777" w:rsidR="003D3B97" w:rsidRDefault="003D3B97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31CAC7BC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in termini generici a chi è rivolto l’intervento persone e/o nuclei familiari. L’attivazione di percorsi di aiuto potrà essere rivolta anche a una singola persona e/o nucleo familiare</w:t>
      </w:r>
    </w:p>
    <w:p w14:paraId="4B5D57F4" w14:textId="77777777" w:rsidR="003D3B97" w:rsidRDefault="00841AFB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89535" distR="89535" simplePos="0" relativeHeight="251652608" behindDoc="0" locked="0" layoutInCell="1" allowOverlap="1" wp14:anchorId="7AC09B67" wp14:editId="4A16BBC6">
                <wp:simplePos x="0" y="0"/>
                <wp:positionH relativeFrom="margin">
                  <wp:posOffset>86995</wp:posOffset>
                </wp:positionH>
                <wp:positionV relativeFrom="paragraph">
                  <wp:posOffset>94615</wp:posOffset>
                </wp:positionV>
                <wp:extent cx="6675120" cy="2922270"/>
                <wp:effectExtent l="1270" t="635" r="635" b="1270"/>
                <wp:wrapSquare wrapText="bothSides"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29222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787479" w14:paraId="25C46B4D" w14:textId="77777777">
                              <w:trPr>
                                <w:cantSplit/>
                                <w:trHeight w:hRule="exact" w:val="4280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581F5E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B553984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09B67" id="Text Box 18" o:spid="_x0000_s1042" type="#_x0000_t202" style="position:absolute;left:0;text-align:left;margin-left:6.85pt;margin-top:7.45pt;width:525.6pt;height:230.1pt;z-index:25165260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787479" w14:paraId="25C46B4D" w14:textId="77777777">
                        <w:trPr>
                          <w:cantSplit/>
                          <w:trHeight w:hRule="exact" w:val="4280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581F5E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B553984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5704119E" w14:textId="77777777"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5224BC67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14:paraId="665CABBC" w14:textId="77777777" w:rsidR="008547F8" w:rsidRDefault="008547F8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14:paraId="0C352FDB" w14:textId="77777777" w:rsidR="003D3B97" w:rsidRDefault="00841AFB">
      <w:pPr>
        <w:widowControl w:val="0"/>
        <w:autoSpaceDE w:val="0"/>
        <w:spacing w:before="40" w:after="0" w:line="240" w:lineRule="auto"/>
        <w:ind w:left="131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652E706C" wp14:editId="419BC2BD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10795" r="12700" b="7620"/>
                <wp:wrapNone/>
                <wp:docPr id="1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FF40A" id="Freeform 40" o:spid="_x0000_s1026" style="position:absolute;margin-left:36pt;margin-top:14pt;width:523.25pt;height:.05pt;z-index:-251642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22766A">
        <w:rPr>
          <w:rFonts w:ascii="Arial Narrow" w:hAnsi="Arial Narrow" w:cs="Arial Narrow"/>
          <w:b/>
          <w:sz w:val="24"/>
          <w:szCs w:val="24"/>
          <w:lang w:val="it-IT"/>
        </w:rPr>
        <w:t>Tipolo</w: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gie di spese ammesse (specificare)</w:t>
      </w:r>
    </w:p>
    <w:p w14:paraId="6F798EE4" w14:textId="77777777" w:rsidR="0022766A" w:rsidRPr="0022766A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16"/>
          <w:szCs w:val="16"/>
          <w:lang w:val="it-IT"/>
        </w:rPr>
      </w:pPr>
    </w:p>
    <w:p w14:paraId="256BB2B9" w14:textId="77777777" w:rsidR="0022766A" w:rsidRPr="0022766A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 w:rsidRPr="0022766A">
        <w:rPr>
          <w:rFonts w:ascii="Arial Narrow" w:hAnsi="Arial Narrow"/>
          <w:i/>
          <w:sz w:val="20"/>
          <w:szCs w:val="20"/>
          <w:lang w:val="it-IT"/>
        </w:rPr>
        <w:t>Descrizione</w:t>
      </w:r>
    </w:p>
    <w:p w14:paraId="2FB41A48" w14:textId="77777777" w:rsidR="003D3B97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3632" behindDoc="0" locked="0" layoutInCell="1" allowOverlap="1" wp14:anchorId="0F8AAEE5" wp14:editId="56643FB0">
                <wp:simplePos x="0" y="0"/>
                <wp:positionH relativeFrom="page">
                  <wp:posOffset>1878330</wp:posOffset>
                </wp:positionH>
                <wp:positionV relativeFrom="paragraph">
                  <wp:posOffset>40005</wp:posOffset>
                </wp:positionV>
                <wp:extent cx="4203700" cy="297180"/>
                <wp:effectExtent l="1905" t="6985" r="4445" b="635"/>
                <wp:wrapSquare wrapText="bothSides"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0" cy="297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21"/>
                            </w:tblGrid>
                            <w:tr w:rsidR="00787479" w14:paraId="1388F044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66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E47E5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7760C8A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AAEE5" id="Text Box 19" o:spid="_x0000_s1043" type="#_x0000_t202" style="position:absolute;margin-left:147.9pt;margin-top:3.15pt;width:331pt;height:23.4pt;z-index:25165363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21"/>
                      </w:tblGrid>
                      <w:tr w:rsidR="00787479" w14:paraId="1388F044" w14:textId="77777777">
                        <w:trPr>
                          <w:trHeight w:val="459"/>
                        </w:trPr>
                        <w:tc>
                          <w:tcPr>
                            <w:tcW w:w="66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D2E47E5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7760C8A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2B61030A" w14:textId="77777777" w:rsidR="003D3B97" w:rsidRDefault="001E64BF">
      <w:pPr>
        <w:autoSpaceDE w:val="0"/>
        <w:spacing w:after="0" w:line="240" w:lineRule="auto"/>
        <w:ind w:left="107"/>
        <w:rPr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color w:val="231F20"/>
          <w:w w:val="94"/>
          <w:sz w:val="20"/>
          <w:szCs w:val="18"/>
          <w:lang w:val="it-IT"/>
        </w:rPr>
      </w:r>
      <w:r w:rsidR="009D5D5A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utenze </w:t>
      </w:r>
    </w:p>
    <w:p w14:paraId="43BE6A07" w14:textId="77777777"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14:paraId="7AF66EBF" w14:textId="77777777" w:rsidR="003D3B97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4656" behindDoc="0" locked="0" layoutInCell="1" allowOverlap="1" wp14:anchorId="5EEC1B20" wp14:editId="22D992D0">
                <wp:simplePos x="0" y="0"/>
                <wp:positionH relativeFrom="page">
                  <wp:posOffset>1878330</wp:posOffset>
                </wp:positionH>
                <wp:positionV relativeFrom="paragraph">
                  <wp:posOffset>40005</wp:posOffset>
                </wp:positionV>
                <wp:extent cx="4203700" cy="297180"/>
                <wp:effectExtent l="1905" t="5715" r="4445" b="1905"/>
                <wp:wrapSquare wrapText="bothSides"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0" cy="297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21"/>
                            </w:tblGrid>
                            <w:tr w:rsidR="00787479" w14:paraId="34C19BD1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66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B42A2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2837A9E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C1B20" id="Text Box 20" o:spid="_x0000_s1044" type="#_x0000_t202" style="position:absolute;margin-left:147.9pt;margin-top:3.15pt;width:331pt;height:23.4pt;z-index:251654656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21"/>
                      </w:tblGrid>
                      <w:tr w:rsidR="00787479" w14:paraId="34C19BD1" w14:textId="77777777">
                        <w:trPr>
                          <w:trHeight w:val="459"/>
                        </w:trPr>
                        <w:tc>
                          <w:tcPr>
                            <w:tcW w:w="66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2B42A2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2837A9E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5B039E48" w14:textId="77777777" w:rsidR="003D3B97" w:rsidRDefault="001E64BF">
      <w:pPr>
        <w:autoSpaceDE w:val="0"/>
        <w:spacing w:after="0" w:line="240" w:lineRule="auto"/>
        <w:ind w:left="107"/>
        <w:rPr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color w:val="231F20"/>
          <w:w w:val="94"/>
          <w:sz w:val="20"/>
          <w:szCs w:val="18"/>
          <w:lang w:val="it-IT"/>
        </w:rPr>
      </w:r>
      <w:r w:rsidR="009D5D5A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spese mediche </w:t>
      </w:r>
    </w:p>
    <w:p w14:paraId="34DC049A" w14:textId="77777777"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14:paraId="77A9569E" w14:textId="77777777" w:rsidR="003D3B97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5680" behindDoc="0" locked="0" layoutInCell="1" allowOverlap="1" wp14:anchorId="0FE1F687" wp14:editId="6ABB5F06">
                <wp:simplePos x="0" y="0"/>
                <wp:positionH relativeFrom="page">
                  <wp:posOffset>1896110</wp:posOffset>
                </wp:positionH>
                <wp:positionV relativeFrom="paragraph">
                  <wp:posOffset>40005</wp:posOffset>
                </wp:positionV>
                <wp:extent cx="4185285" cy="374015"/>
                <wp:effectExtent l="635" t="5080" r="5080" b="1905"/>
                <wp:wrapSquare wrapText="bothSides"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5285" cy="3740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592"/>
                            </w:tblGrid>
                            <w:tr w:rsidR="00787479" w14:paraId="739B3803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65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0FC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24C0D256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1F687" id="Text Box 21" o:spid="_x0000_s1045" type="#_x0000_t202" style="position:absolute;margin-left:149.3pt;margin-top:3.15pt;width:329.55pt;height:29.45pt;z-index:25165568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592"/>
                      </w:tblGrid>
                      <w:tr w:rsidR="00787479" w14:paraId="739B3803" w14:textId="77777777">
                        <w:trPr>
                          <w:trHeight w:val="445"/>
                        </w:trPr>
                        <w:tc>
                          <w:tcPr>
                            <w:tcW w:w="65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061D0FC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24C0D256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366CE0F6" w14:textId="77777777"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  <w:r w:rsidRPr="001E64BF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color w:val="231F20"/>
          <w:w w:val="94"/>
          <w:sz w:val="20"/>
          <w:szCs w:val="18"/>
          <w:lang w:val="it-IT"/>
        </w:rPr>
      </w:r>
      <w:r w:rsidR="009D5D5A">
        <w:rPr>
          <w:color w:val="231F20"/>
          <w:w w:val="94"/>
          <w:sz w:val="20"/>
          <w:szCs w:val="18"/>
          <w:lang w:val="it-IT"/>
        </w:rPr>
        <w:fldChar w:fldCharType="separate"/>
      </w:r>
      <w:r w:rsidRPr="001E64BF">
        <w:rPr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spese di prima necessità </w:t>
      </w:r>
    </w:p>
    <w:p w14:paraId="09FF170F" w14:textId="77777777" w:rsidR="003D3B97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</w:p>
    <w:p w14:paraId="1A245E30" w14:textId="77777777" w:rsidR="003D3B97" w:rsidRDefault="003D3B97">
      <w:pPr>
        <w:widowControl w:val="0"/>
        <w:autoSpaceDE w:val="0"/>
        <w:spacing w:before="40" w:after="0" w:line="240" w:lineRule="auto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003E12B6" w14:textId="77777777" w:rsidR="003D3B97" w:rsidRPr="006250D6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31395C0C" wp14:editId="008CFD4C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8890" r="12700" b="9525"/>
                <wp:wrapNone/>
                <wp:docPr id="9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9805E" id="Freeform 33" o:spid="_x0000_s1026" style="position:absolute;margin-left:36pt;margin-top:14pt;width:523.25pt;height:.05pt;z-index:-251649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1d/d&#10;z/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Soggetti coinvolti nel progetto che collaborano attivamente</w:t>
      </w:r>
    </w:p>
    <w:p w14:paraId="6860773A" w14:textId="77777777"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14:paraId="57CAE53B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(costituirà motivo di preferenza il raccordo con altre organizzazioni non profit o enti locali; la partecipazione attiva dei volontari, la comprovata collaborazione dell’associazione con i servizi sociali del comune di residenza/domicilio degli utenti)</w:t>
      </w:r>
    </w:p>
    <w:p w14:paraId="1DC8E5A6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1032"/>
        <w:gridCol w:w="5443"/>
      </w:tblGrid>
      <w:tr w:rsidR="003D3B97" w:rsidRPr="009D5D5A" w14:paraId="6A650F73" w14:textId="77777777" w:rsidTr="00B046FF">
        <w:trPr>
          <w:trHeight w:val="871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EC348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80EB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RUOLO DEL PARTNER</w:t>
            </w:r>
          </w:p>
          <w:p w14:paraId="37FC7018" w14:textId="77777777" w:rsidR="003D3B97" w:rsidRPr="006250D6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  <w:t>(che tipo di assistenza o beni mettono a disposizione per valorizzare il progetto, …)</w:t>
            </w:r>
          </w:p>
        </w:tc>
      </w:tr>
      <w:tr w:rsidR="003D3B97" w14:paraId="14F6875A" w14:textId="77777777" w:rsidTr="00B046FF">
        <w:trPr>
          <w:cantSplit/>
          <w:trHeight w:val="567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0E9A99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Associazioni di volontariato iscritte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4DC808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N.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FFBCB0" w14:textId="77777777"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</w:p>
        </w:tc>
      </w:tr>
      <w:tr w:rsidR="003D3B97" w14:paraId="3CFC41E9" w14:textId="7777777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35240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30D4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E4BF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38C2A855" w14:textId="7777777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96F45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E8BED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BF1E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2A3EBA6E" w14:textId="7777777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C094D4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Altre Associazioni NON iscritte al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1A5B96" w14:textId="77777777"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573869C6" w14:textId="77777777"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3D3B97" w14:paraId="4C7CF3D3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2DE36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85B4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66FBA5D7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2D0A6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8D5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6BF4D64A" w14:textId="7777777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6075D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lastRenderedPageBreak/>
              <w:t>Altri Enti / Istituzioni / 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2567F4" w14:textId="77777777"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1511EE6F" w14:textId="77777777"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3D3B97" w14:paraId="14E5FABC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DB70A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D2AD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366D43A1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0C780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6519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</w:tbl>
    <w:p w14:paraId="18C83F46" w14:textId="77777777" w:rsidR="003D3B97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5530145B" w14:textId="77777777" w:rsidR="003D3B97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3089BC2E" w14:textId="77777777" w:rsidR="005E534A" w:rsidRDefault="005E534A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F04F160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6BACC058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5D5BF351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B92544D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7B8DAB3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79AADEDD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B34BC52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1296F55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4DA0C5AD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BCC67B9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5BB3F0EF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212EDAAA" w14:textId="77777777" w:rsidR="00AE2238" w:rsidRDefault="00AE2238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1D877D6F" w14:textId="77777777" w:rsidR="00507AD2" w:rsidRDefault="00507AD2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71E3BE59" w14:textId="77777777" w:rsidR="00507AD2" w:rsidRDefault="00507AD2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490A50EC" w14:textId="77777777" w:rsidR="003D3B97" w:rsidRPr="006250D6" w:rsidRDefault="00841AFB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3BDE0448" wp14:editId="4F57166C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64C3" id="Freeform 41" o:spid="_x0000_s1026" style="position:absolute;margin-left:36pt;margin-top:14pt;width:523.25pt;height:.05pt;z-index:-251641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Descrizione attività dei volontari</w:t>
      </w:r>
    </w:p>
    <w:p w14:paraId="2BCF397D" w14:textId="77777777" w:rsidR="003D3B97" w:rsidRDefault="003D3B97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47DD3C63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in termini generici l’attività dei volontari coinvolti</w:t>
      </w:r>
    </w:p>
    <w:p w14:paraId="0D6282DA" w14:textId="77777777" w:rsidR="005E534A" w:rsidRDefault="005E534A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</w:p>
    <w:p w14:paraId="1742935B" w14:textId="77777777" w:rsidR="005E534A" w:rsidRDefault="00841AFB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82304" behindDoc="0" locked="0" layoutInCell="1" allowOverlap="1" wp14:anchorId="5B04117D" wp14:editId="461FC399">
                <wp:simplePos x="0" y="0"/>
                <wp:positionH relativeFrom="margin">
                  <wp:posOffset>86995</wp:posOffset>
                </wp:positionH>
                <wp:positionV relativeFrom="paragraph">
                  <wp:posOffset>94615</wp:posOffset>
                </wp:positionV>
                <wp:extent cx="6675120" cy="1955800"/>
                <wp:effectExtent l="1270" t="1905" r="635" b="4445"/>
                <wp:wrapSquare wrapText="bothSides"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95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5E534A" w14:paraId="63E0A904" w14:textId="77777777" w:rsidTr="005E534A">
                              <w:trPr>
                                <w:cantSplit/>
                                <w:trHeight w:hRule="exact" w:val="2879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91D4B5B" w14:textId="77777777" w:rsidR="005E534A" w:rsidRDefault="005E534A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CC0D8D1" w14:textId="77777777" w:rsidR="005E534A" w:rsidRDefault="005E534A" w:rsidP="005E53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117D" id="Text Box 47" o:spid="_x0000_s1046" type="#_x0000_t202" style="position:absolute;left:0;text-align:left;margin-left:6.85pt;margin-top:7.45pt;width:525.6pt;height:154pt;z-index:25168230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5E534A" w14:paraId="63E0A904" w14:textId="77777777" w:rsidTr="005E534A">
                        <w:trPr>
                          <w:cantSplit/>
                          <w:trHeight w:hRule="exact" w:val="2879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91D4B5B" w14:textId="77777777" w:rsidR="005E534A" w:rsidRDefault="005E534A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CC0D8D1" w14:textId="77777777" w:rsidR="005E534A" w:rsidRDefault="005E534A" w:rsidP="005E534A"/>
                  </w:txbxContent>
                </v:textbox>
                <w10:wrap type="square" anchorx="margin"/>
              </v:shape>
            </w:pict>
          </mc:Fallback>
        </mc:AlternateContent>
      </w:r>
    </w:p>
    <w:p w14:paraId="701BB956" w14:textId="77777777" w:rsidR="005E534A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72A209AE" w14:textId="77777777" w:rsidR="005E534A" w:rsidRDefault="005E534A" w:rsidP="005E534A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14:paraId="4D5A58B6" w14:textId="77777777" w:rsidR="003D3B97" w:rsidRPr="006250D6" w:rsidRDefault="00841AFB" w:rsidP="00443E03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B9FA098" wp14:editId="45E0C328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6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DD8E2" id="Freeform 42" o:spid="_x0000_s1026" style="position:absolute;margin-left:36pt;margin-top:14pt;width:523.25pt;height:.05pt;z-index:-251640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3o9gIAAGMGAAAOAAAAZHJzL2Uyb0RvYy54bWysVd1u0zAUvkfiHSxfInVJujTt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o+c9&#10;6P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Territorio in cui si realizza l’intervento</w:t>
      </w:r>
    </w:p>
    <w:p w14:paraId="1E0A2BBD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14:paraId="073CC18A" w14:textId="77777777" w:rsidR="005E534A" w:rsidRDefault="00841AFB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84352" behindDoc="0" locked="0" layoutInCell="1" allowOverlap="1" wp14:anchorId="5AABAA80" wp14:editId="06B8C998">
                <wp:simplePos x="0" y="0"/>
                <wp:positionH relativeFrom="margin">
                  <wp:posOffset>86995</wp:posOffset>
                </wp:positionH>
                <wp:positionV relativeFrom="paragraph">
                  <wp:posOffset>94615</wp:posOffset>
                </wp:positionV>
                <wp:extent cx="6675120" cy="1955800"/>
                <wp:effectExtent l="1270" t="1905" r="635" b="4445"/>
                <wp:wrapSquare wrapText="bothSides"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95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5E534A" w14:paraId="0FD33E7D" w14:textId="77777777" w:rsidTr="005E534A">
                              <w:trPr>
                                <w:cantSplit/>
                                <w:trHeight w:hRule="exact" w:val="2879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3CFA3FF" w14:textId="77777777" w:rsidR="005E534A" w:rsidRDefault="005E534A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610F483" w14:textId="77777777" w:rsidR="005E534A" w:rsidRDefault="005E534A" w:rsidP="005E53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BAA80" id="Text Box 48" o:spid="_x0000_s1047" type="#_x0000_t202" style="position:absolute;left:0;text-align:left;margin-left:6.85pt;margin-top:7.45pt;width:525.6pt;height:154pt;z-index:25168435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5E534A" w14:paraId="0FD33E7D" w14:textId="77777777" w:rsidTr="005E534A">
                        <w:trPr>
                          <w:cantSplit/>
                          <w:trHeight w:hRule="exact" w:val="2879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3CFA3FF" w14:textId="77777777" w:rsidR="005E534A" w:rsidRDefault="005E534A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610F483" w14:textId="77777777" w:rsidR="005E534A" w:rsidRDefault="005E534A" w:rsidP="005E534A"/>
                  </w:txbxContent>
                </v:textbox>
                <w10:wrap type="square" anchorx="margin"/>
              </v:shape>
            </w:pict>
          </mc:Fallback>
        </mc:AlternateContent>
      </w:r>
    </w:p>
    <w:p w14:paraId="40D9705F" w14:textId="77777777" w:rsidR="005E534A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70B8D0EA" w14:textId="77777777" w:rsidR="005E534A" w:rsidRDefault="005E534A" w:rsidP="005E534A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14:paraId="7D338A21" w14:textId="77777777" w:rsidR="003D3B97" w:rsidRDefault="00841AFB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A1A7E91" wp14:editId="65768346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D846" id="Freeform 43" o:spid="_x0000_s1026" style="position:absolute;margin-left:36pt;margin-top:14pt;width:523.25pt;height:.05pt;z-index:-251639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UtO9gIAAGMGAAAOAAAAZHJzL2Uyb0RvYy54bWysVd1u0zAUvkfiHSxfInVJ2jTr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ZuVL&#10;Tv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Costi previsti per il progetto</w:t>
      </w:r>
    </w:p>
    <w:p w14:paraId="3D470E32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3D3B97" w14:paraId="67274239" w14:textId="7777777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877E4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Tipologia delle spese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1C5CF6" w14:textId="77777777"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Importo</w:t>
            </w:r>
          </w:p>
        </w:tc>
      </w:tr>
      <w:tr w:rsidR="003D3B97" w14:paraId="31D17179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48475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7117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65BE8B45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AFAEF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83B6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16FA902D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1D212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EDFB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0D215C2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9C798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E35E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10977925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7FC55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3860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7E73D08E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F31BF" w14:textId="77777777" w:rsidR="003D3B97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33CB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1CB6E526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14C14F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Totale costi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D8EE" w14:textId="77777777" w:rsidR="003D3B97" w:rsidRDefault="003D3B97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14:paraId="2F81AF9C" w14:textId="77777777" w:rsidR="003D3B97" w:rsidRDefault="003D3B97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1D3AC51F" w14:textId="77777777" w:rsidR="00AE2238" w:rsidRDefault="00AE2238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72A8FABE" w14:textId="77777777" w:rsidR="00507AD2" w:rsidRDefault="00507AD2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w w:val="94"/>
          <w:sz w:val="24"/>
          <w:szCs w:val="24"/>
          <w:lang w:val="it-IT"/>
        </w:rPr>
      </w:pPr>
    </w:p>
    <w:p w14:paraId="57A84BF9" w14:textId="77777777" w:rsidR="003D3B97" w:rsidRDefault="003D3B97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>
        <w:rPr>
          <w:rFonts w:ascii="Arial Narrow" w:hAnsi="Arial Narrow" w:cs="Arial Narrow"/>
          <w:b/>
          <w:w w:val="94"/>
          <w:sz w:val="24"/>
          <w:szCs w:val="24"/>
          <w:lang w:val="it-IT"/>
        </w:rPr>
        <w:t>Risorse finanziarie per il progetto</w:t>
      </w:r>
      <w:r w:rsidR="00841AFB"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0E97055A" wp14:editId="52B4F6E8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123F8" id="Freeform 44" o:spid="_x0000_s1026" style="position:absolute;margin-left:36pt;margin-top:14pt;width:523.25pt;height:.05pt;z-index:-251638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5P9gIAAGMGAAAOAAAAZHJzL2Uyb0RvYy54bWysVd1u0zAUvkfiHSxfInVJ2jTr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IQpu&#10;T/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</w:p>
    <w:p w14:paraId="6E778085" w14:textId="77777777"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3D3B97" w14:paraId="20D2C905" w14:textId="7777777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8A7230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Fonte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4B8FA7" w14:textId="77777777"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Importo</w:t>
            </w:r>
          </w:p>
        </w:tc>
      </w:tr>
      <w:tr w:rsidR="003D3B97" w14:paraId="4DF310C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8601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Autofinanziamento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AF40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57743A51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6822D" w14:textId="77777777" w:rsidR="003D3B97" w:rsidRDefault="00B046F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Contributi da</w:t>
            </w:r>
            <w:r w:rsidR="003D3B97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 xml:space="preserve"> sostenitori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/comunità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A574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589C41DD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E1F4D" w14:textId="77777777" w:rsidR="003D3B97" w:rsidRPr="006250D6" w:rsidRDefault="003D3B97" w:rsidP="00570595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Ero</w:t>
            </w:r>
            <w:r w:rsidR="00570595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g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</w:t>
            </w:r>
            <w:r w:rsidR="00570595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z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ioni da Enti pubblici/privati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99B2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56A9F503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7B351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Altre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72A2E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6C3C272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946CF" w14:textId="77777777" w:rsidR="003D3B97" w:rsidRPr="006250D6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 xml:space="preserve">Contributo richiesto 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Unisolidarietà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 xml:space="preserve"> Onlus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E616B" w14:textId="77777777" w:rsidR="003D3B97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14:paraId="5DA7EE19" w14:textId="77777777">
        <w:trPr>
          <w:cantSplit/>
          <w:trHeight w:val="512"/>
        </w:trPr>
        <w:tc>
          <w:tcPr>
            <w:tcW w:w="8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5EDFC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Totale risorse finanziarie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7C407" w14:textId="77777777"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14:paraId="0E661FB5" w14:textId="77777777" w:rsidR="00AE2238" w:rsidRDefault="00AE2238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7EDB286F" w14:textId="77777777" w:rsidR="003D3B97" w:rsidRDefault="003D3B97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3.</w:t>
      </w:r>
      <w:r w:rsidR="00841AFB"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0370F861" wp14:editId="1FF54967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19050" t="17145" r="22225" b="20320"/>
                <wp:wrapNone/>
                <wp:docPr id="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2556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5E2B8" id="Freeform 45" o:spid="_x0000_s1026" style="position:absolute;margin-left:36pt;margin-top:19.45pt;width:523.25pt;height:.05pt;z-index:-251637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" path="m,l10465,e" filled="f" strokecolor="#231f20" strokeweight=".71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Check list dei documenti da presentare</w:t>
      </w:r>
    </w:p>
    <w:p w14:paraId="38AB27AE" w14:textId="77777777" w:rsidR="003D3B97" w:rsidRDefault="003D3B97">
      <w:pPr>
        <w:widowControl w:val="0"/>
        <w:autoSpaceDE w:val="0"/>
        <w:spacing w:after="0" w:line="240" w:lineRule="auto"/>
        <w:ind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191E13B5" w14:textId="77777777" w:rsidR="003D3B97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/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 xml:space="preserve">La documentazione per la presentazione del </w:t>
      </w:r>
      <w:proofErr w:type="gramStart"/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progetto  è</w:t>
      </w:r>
      <w:proofErr w:type="gramEnd"/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 xml:space="preserve"> disponibile nella  sezione Bandi del sito del CSV di Vicenza</w:t>
      </w:r>
    </w:p>
    <w:p w14:paraId="31E6C3E6" w14:textId="77777777" w:rsidR="003D3B97" w:rsidRPr="00B3200A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 w:cs="HelveticaNeue-Light"/>
          <w:sz w:val="18"/>
          <w:szCs w:val="18"/>
          <w:lang w:val="it-IT"/>
        </w:rPr>
      </w:pPr>
      <w:r w:rsidRPr="00B3200A"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(</w:t>
      </w:r>
      <w:hyperlink r:id="rId11" w:history="1">
        <w:r w:rsidRPr="00B3200A">
          <w:rPr>
            <w:rStyle w:val="Collegamentoipertestuale"/>
            <w:rFonts w:ascii="Arial Narrow" w:hAnsi="Arial Narrow" w:cs="Arial Narrow"/>
            <w:sz w:val="18"/>
            <w:szCs w:val="18"/>
            <w:lang w:val="it-IT"/>
          </w:rPr>
          <w:t>www.csv-vicenza.org</w:t>
        </w:r>
      </w:hyperlink>
      <w:r w:rsidRPr="00B3200A"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)</w:t>
      </w:r>
    </w:p>
    <w:p w14:paraId="7CF60A6B" w14:textId="77777777" w:rsidR="003D3B97" w:rsidRPr="00B3200A" w:rsidRDefault="003D3B97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</w:p>
    <w:p w14:paraId="7D42610E" w14:textId="77777777" w:rsidR="003D3B97" w:rsidRPr="00B3200A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14:paraId="76925C34" w14:textId="77777777" w:rsidR="003D3B97" w:rsidRDefault="001E64BF">
      <w:pPr>
        <w:widowControl w:val="0"/>
        <w:autoSpaceDE w:val="0"/>
        <w:spacing w:after="0" w:line="240" w:lineRule="auto"/>
        <w:ind w:left="357" w:hanging="250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rFonts w:cs="HelveticaNeue-Light"/>
          <w:sz w:val="20"/>
          <w:szCs w:val="18"/>
          <w:lang w:val="it-IT"/>
        </w:rPr>
      </w:r>
      <w:r w:rsidR="009D5D5A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Modulo di richiesta del contributo del bando “Azioni di contrasto alle nuove povertà</w:t>
      </w:r>
      <w:r w:rsidR="002F1BA3">
        <w:rPr>
          <w:rFonts w:ascii="Arial Narrow" w:hAnsi="Arial Narrow" w:cs="HelveticaNeue-Light"/>
          <w:sz w:val="20"/>
          <w:szCs w:val="18"/>
          <w:lang w:val="it-IT"/>
        </w:rPr>
        <w:t xml:space="preserve"> </w:t>
      </w:r>
      <w:r w:rsidR="00F954CF">
        <w:rPr>
          <w:rFonts w:ascii="Arial Narrow" w:hAnsi="Arial Narrow" w:cs="HelveticaNeue-Light"/>
          <w:sz w:val="20"/>
          <w:szCs w:val="18"/>
          <w:lang w:val="it-IT"/>
        </w:rPr>
        <w:t>2020</w:t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>”</w:t>
      </w:r>
    </w:p>
    <w:p w14:paraId="67E83C7C" w14:textId="77777777"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53655C27" w14:textId="77777777"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rFonts w:cs="HelveticaNeue-Light"/>
          <w:sz w:val="20"/>
          <w:szCs w:val="18"/>
          <w:lang w:val="it-IT"/>
        </w:rPr>
      </w:r>
      <w:r w:rsidR="009D5D5A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Copia del documento di identità del legale rappresentante</w:t>
      </w:r>
    </w:p>
    <w:p w14:paraId="728D2EB7" w14:textId="77777777"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2D46078F" w14:textId="77777777"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rFonts w:cs="HelveticaNeue-Light"/>
          <w:sz w:val="20"/>
          <w:szCs w:val="18"/>
          <w:lang w:val="it-IT"/>
        </w:rPr>
      </w:r>
      <w:r w:rsidR="009D5D5A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Bilancio consuntivo 201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>8</w:t>
      </w:r>
    </w:p>
    <w:p w14:paraId="729CD422" w14:textId="77777777"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05831EBB" w14:textId="77777777" w:rsidR="003D3B97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rFonts w:cs="HelveticaNeue-Light"/>
          <w:sz w:val="20"/>
          <w:szCs w:val="18"/>
          <w:lang w:val="it-IT"/>
        </w:rPr>
      </w:r>
      <w:r w:rsidR="009D5D5A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 xml:space="preserve">Comunicazione coordinate bancarie (IBAN) del conto corrente </w:t>
      </w:r>
      <w:r w:rsidR="00787479">
        <w:rPr>
          <w:rFonts w:ascii="Arial Narrow" w:hAnsi="Arial Narrow" w:cs="HelveticaNeue-Light"/>
          <w:sz w:val="20"/>
          <w:szCs w:val="18"/>
          <w:lang w:val="it-IT"/>
        </w:rPr>
        <w:t xml:space="preserve">dell’associazione presso 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>Unicredit Banca</w:t>
      </w:r>
    </w:p>
    <w:p w14:paraId="123EA183" w14:textId="77777777"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07C6CD33" w14:textId="77777777" w:rsidR="003D3B97" w:rsidRDefault="001E64BF">
      <w:pPr>
        <w:autoSpaceDE w:val="0"/>
        <w:spacing w:after="0" w:line="240" w:lineRule="auto"/>
        <w:ind w:left="107"/>
        <w:rPr>
          <w:rFonts w:ascii="Arial Narrow" w:hAnsi="Arial Narrow"/>
          <w:b/>
          <w:bCs/>
          <w:color w:val="231F20"/>
          <w:sz w:val="36"/>
          <w:szCs w:val="36"/>
          <w:lang w:val="it-IT"/>
        </w:rPr>
      </w:pPr>
      <w:r w:rsidRPr="001E64B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 w:rsidR="009D5D5A">
        <w:rPr>
          <w:rFonts w:cs="HelveticaNeue-Light"/>
          <w:sz w:val="20"/>
          <w:szCs w:val="18"/>
          <w:lang w:val="it-IT"/>
        </w:rPr>
      </w:r>
      <w:r w:rsidR="009D5D5A">
        <w:rPr>
          <w:rFonts w:cs="HelveticaNeue-Light"/>
          <w:sz w:val="20"/>
          <w:szCs w:val="18"/>
          <w:lang w:val="it-IT"/>
        </w:rPr>
        <w:fldChar w:fldCharType="separate"/>
      </w:r>
      <w:r w:rsidRPr="001E64BF">
        <w:rPr>
          <w:rFonts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Altra documentazione a supporto della richiesta che l’associazione ritiene di presentare, anche atta a documentare il raccordo con altre associazioni e la collaborazione con i servizi sociali del C</w:t>
      </w:r>
      <w:r w:rsidR="003D3B97">
        <w:rPr>
          <w:rFonts w:ascii="Arial Narrow" w:hAnsi="Arial Narrow" w:cs="Arial Narrow"/>
          <w:sz w:val="20"/>
          <w:szCs w:val="18"/>
          <w:lang w:val="it-IT"/>
        </w:rPr>
        <w:t>omune di residenza/domicilio dei ben</w:t>
      </w:r>
      <w:r w:rsidR="00570595">
        <w:rPr>
          <w:rFonts w:ascii="Arial Narrow" w:hAnsi="Arial Narrow" w:cs="Arial Narrow"/>
          <w:sz w:val="20"/>
          <w:szCs w:val="18"/>
          <w:lang w:val="it-IT"/>
        </w:rPr>
        <w:t>e</w:t>
      </w:r>
      <w:r w:rsidR="003D3B97">
        <w:rPr>
          <w:rFonts w:ascii="Arial Narrow" w:hAnsi="Arial Narrow" w:cs="Arial Narrow"/>
          <w:sz w:val="20"/>
          <w:szCs w:val="18"/>
          <w:lang w:val="it-IT"/>
        </w:rPr>
        <w:t>ficiari.</w:t>
      </w:r>
    </w:p>
    <w:p w14:paraId="70BAD040" w14:textId="77777777" w:rsidR="003D3B97" w:rsidRPr="00AE2238" w:rsidRDefault="003D3B97">
      <w:pPr>
        <w:widowControl w:val="0"/>
        <w:autoSpaceDE w:val="0"/>
        <w:spacing w:after="0" w:line="340" w:lineRule="exact"/>
        <w:ind w:right="38"/>
        <w:rPr>
          <w:rFonts w:ascii="Arial Narrow" w:hAnsi="Arial Narrow"/>
          <w:b/>
          <w:bCs/>
          <w:color w:val="231F20"/>
          <w:szCs w:val="36"/>
          <w:lang w:val="it-IT"/>
        </w:rPr>
      </w:pPr>
    </w:p>
    <w:p w14:paraId="436C7DA5" w14:textId="77777777" w:rsidR="009D5D5A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14:paraId="55D864D0" w14:textId="77777777" w:rsidR="009D5D5A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14:paraId="47AF54CC" w14:textId="77777777" w:rsidR="009D5D5A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14:paraId="510794A4" w14:textId="77777777" w:rsidR="009D5D5A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14:paraId="49D42654" w14:textId="2C54ECA7" w:rsidR="003D3B97" w:rsidRDefault="003D3B97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  <w:r>
        <w:rPr>
          <w:b/>
          <w:bCs/>
          <w:color w:val="231F20"/>
          <w:sz w:val="36"/>
          <w:szCs w:val="36"/>
          <w:lang w:val="it-IT"/>
        </w:rPr>
        <w:t>Domanda di contributo</w:t>
      </w:r>
    </w:p>
    <w:p w14:paraId="6ACF40C0" w14:textId="77777777" w:rsidR="003D3B97" w:rsidRDefault="003D3B97">
      <w:pPr>
        <w:widowControl w:val="0"/>
        <w:autoSpaceDE w:val="0"/>
        <w:spacing w:before="31" w:after="0" w:line="240" w:lineRule="auto"/>
        <w:ind w:left="4459" w:right="4419" w:hanging="490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</w:p>
    <w:p w14:paraId="2BF3F698" w14:textId="77777777" w:rsidR="003D3B97" w:rsidRDefault="003D3B97" w:rsidP="00B046FF">
      <w:pPr>
        <w:widowControl w:val="0"/>
        <w:autoSpaceDE w:val="0"/>
        <w:spacing w:before="40" w:after="0" w:line="240" w:lineRule="auto"/>
        <w:ind w:left="142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Il sottoscritto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legale rappresentante dell’associazione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iscritta al registro regionale delle organizzazioni di volontariato al numero VI0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</w:p>
    <w:p w14:paraId="4947EDF9" w14:textId="77777777" w:rsidR="003D3B97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</w:p>
    <w:p w14:paraId="6781519B" w14:textId="77777777" w:rsidR="003D3B97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Con la presente chiede un contributo di </w:t>
      </w:r>
      <w:r w:rsidR="00B046FF">
        <w:rPr>
          <w:rFonts w:ascii="Arial Narrow" w:hAnsi="Arial Narrow"/>
          <w:color w:val="231F20"/>
          <w:sz w:val="18"/>
          <w:szCs w:val="18"/>
          <w:lang w:val="it-IT"/>
        </w:rPr>
        <w:t>E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uro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per il finanziamento del progetto denominato </w:t>
      </w:r>
      <w:r w:rsidR="001E64BF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18"/>
          <w:szCs w:val="18"/>
          <w:lang w:val="it-IT"/>
        </w:rPr>
      </w:r>
      <w:r w:rsidR="001E64BF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1E64BF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 w:cs="Arial Narrow"/>
          <w:color w:val="000000"/>
          <w:sz w:val="18"/>
          <w:szCs w:val="18"/>
          <w:lang w:val="it-IT"/>
        </w:rPr>
        <w:t xml:space="preserve">a valere del bando </w:t>
      </w:r>
      <w:r w:rsidR="00F954CF">
        <w:rPr>
          <w:rFonts w:ascii="Arial Narrow" w:hAnsi="Arial Narrow" w:cs="Arial Narrow"/>
          <w:color w:val="000000"/>
          <w:sz w:val="18"/>
          <w:szCs w:val="18"/>
          <w:lang w:val="it-IT"/>
        </w:rPr>
        <w:t>2020</w:t>
      </w:r>
      <w:r>
        <w:rPr>
          <w:rFonts w:ascii="Arial Narrow" w:hAnsi="Arial Narrow" w:cs="Arial Narrow"/>
          <w:color w:val="000000"/>
          <w:sz w:val="18"/>
          <w:szCs w:val="18"/>
          <w:lang w:val="it-IT"/>
        </w:rPr>
        <w:t>– Azioni di contrasto alle nuove povertà.</w:t>
      </w:r>
    </w:p>
    <w:p w14:paraId="67249394" w14:textId="77777777" w:rsidR="003D3B97" w:rsidRDefault="003D3B97" w:rsidP="00B046FF">
      <w:pPr>
        <w:widowControl w:val="0"/>
        <w:autoSpaceDE w:val="0"/>
        <w:spacing w:after="0" w:line="200" w:lineRule="exact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</w:p>
    <w:p w14:paraId="013E80AB" w14:textId="77777777" w:rsidR="003D3B97" w:rsidRDefault="003D3B97" w:rsidP="00B046FF">
      <w:pPr>
        <w:widowControl w:val="0"/>
        <w:autoSpaceDE w:val="0"/>
        <w:spacing w:after="0" w:line="247" w:lineRule="auto"/>
        <w:ind w:left="143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 xml:space="preserve">Autorizza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sin d’ora, in caso di concessione del contributo, l’effettuazione di verifiche da parte del CSV di Vicenza e di </w:t>
      </w:r>
      <w:proofErr w:type="spellStart"/>
      <w:r>
        <w:rPr>
          <w:rFonts w:ascii="Arial Narrow" w:hAnsi="Arial Narrow"/>
          <w:color w:val="231F20"/>
          <w:sz w:val="18"/>
          <w:szCs w:val="18"/>
          <w:lang w:val="it-IT"/>
        </w:rPr>
        <w:t>Unisolidarietà</w:t>
      </w:r>
      <w:proofErr w:type="spellEnd"/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Onlus delle iniziative sovvenzionate e dell’impiego dei contributi concessi e a fornire un resoconto consuntivo alla conclusione del progetto.</w:t>
      </w:r>
    </w:p>
    <w:p w14:paraId="55DAC2D0" w14:textId="77777777" w:rsidR="003D3B97" w:rsidRDefault="003D3B97" w:rsidP="00B046FF">
      <w:pPr>
        <w:autoSpaceDE w:val="0"/>
        <w:spacing w:after="0" w:line="240" w:lineRule="auto"/>
        <w:ind w:left="107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44708339" w14:textId="77777777" w:rsidR="003D3B97" w:rsidRDefault="003D3B97" w:rsidP="00B046FF">
      <w:pPr>
        <w:widowControl w:val="0"/>
        <w:tabs>
          <w:tab w:val="left" w:pos="10632"/>
        </w:tabs>
        <w:autoSpaceDE w:val="0"/>
        <w:spacing w:after="0" w:line="240" w:lineRule="auto"/>
        <w:ind w:left="166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Dichiara</w:t>
      </w:r>
    </w:p>
    <w:p w14:paraId="2B6708F6" w14:textId="77777777" w:rsidR="003D3B97" w:rsidRDefault="003D3B97" w:rsidP="001C356C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di essere consapevole che la mancata compilazione di una sola delle parti della modulistica e/o la carenza di uno soltanto dei documenti da produrre obbligatori</w:t>
      </w:r>
      <w:r w:rsidR="001C356C">
        <w:rPr>
          <w:rFonts w:ascii="Arial Narrow" w:hAnsi="Arial Narrow"/>
          <w:color w:val="231F20"/>
          <w:sz w:val="18"/>
          <w:szCs w:val="18"/>
          <w:lang w:val="it-IT"/>
        </w:rPr>
        <w:t xml:space="preserve">amente comporterà l’automatica </w:t>
      </w:r>
      <w:r>
        <w:rPr>
          <w:rFonts w:ascii="Arial Narrow" w:hAnsi="Arial Narrow"/>
          <w:color w:val="231F20"/>
          <w:sz w:val="18"/>
          <w:szCs w:val="18"/>
          <w:lang w:val="it-IT"/>
        </w:rPr>
        <w:t>inammissibilità della domanda di contributo;</w:t>
      </w:r>
    </w:p>
    <w:p w14:paraId="2ACF8462" w14:textId="77777777" w:rsidR="003D3B97" w:rsidRDefault="003D3B97" w:rsidP="001C356C">
      <w:p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76167439" w14:textId="77777777" w:rsidR="003D3B97" w:rsidRPr="001C356C" w:rsidRDefault="001C356C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di essere </w:t>
      </w:r>
      <w:r>
        <w:rPr>
          <w:rFonts w:ascii="Arial Narrow" w:hAnsi="Arial Narrow"/>
          <w:color w:val="231F20"/>
          <w:sz w:val="18"/>
          <w:szCs w:val="18"/>
          <w:lang w:val="it-IT"/>
        </w:rPr>
        <w:t>consapevole che sul sito web del CSV di Vicenza e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di </w:t>
      </w:r>
      <w:proofErr w:type="spellStart"/>
      <w:r w:rsidRPr="001C356C">
        <w:rPr>
          <w:rFonts w:ascii="Arial Narrow" w:hAnsi="Arial Narrow"/>
          <w:color w:val="231F20"/>
          <w:sz w:val="18"/>
          <w:szCs w:val="18"/>
          <w:lang w:val="it-IT"/>
        </w:rPr>
        <w:t>Unisolidarietà</w:t>
      </w:r>
      <w:proofErr w:type="spellEnd"/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Onlus potranno essere pubblicati, a fini informativi e di trasparenza, i dati relativi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alle associazioni 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partecipanti al bando e l’esito dello stesso, comprendente l’importo erogato </w:t>
      </w:r>
      <w:r>
        <w:rPr>
          <w:rFonts w:ascii="Arial Narrow" w:hAnsi="Arial Narrow"/>
          <w:color w:val="231F20"/>
          <w:sz w:val="18"/>
          <w:szCs w:val="18"/>
          <w:lang w:val="it-IT"/>
        </w:rPr>
        <w:t>alle associazioni assegnatarie;</w:t>
      </w:r>
    </w:p>
    <w:p w14:paraId="567599A1" w14:textId="77777777" w:rsidR="003D3B97" w:rsidRPr="001C356C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>che i dati esposti e le dichiarazioni fatte ai fini della valutazione del progetto sono veritier</w:t>
      </w:r>
      <w:r w:rsidR="00B046FF" w:rsidRPr="001C356C">
        <w:rPr>
          <w:rFonts w:ascii="Arial Narrow" w:hAnsi="Arial Narrow"/>
          <w:color w:val="231F20"/>
          <w:sz w:val="18"/>
          <w:szCs w:val="18"/>
          <w:lang w:val="it-IT"/>
        </w:rPr>
        <w:t>i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e fondat</w:t>
      </w:r>
      <w:r w:rsidR="00B046FF" w:rsidRPr="001C356C">
        <w:rPr>
          <w:rFonts w:ascii="Arial Narrow" w:hAnsi="Arial Narrow"/>
          <w:color w:val="231F20"/>
          <w:sz w:val="18"/>
          <w:szCs w:val="18"/>
          <w:lang w:val="it-IT"/>
        </w:rPr>
        <w:t>i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su fonti documentarie ufficiali o su stime ricavate da elementi di valutazione reali e comunque sempre reperibili;</w:t>
      </w:r>
    </w:p>
    <w:p w14:paraId="7893971E" w14:textId="77777777" w:rsidR="00AE0B02" w:rsidRPr="001C356C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che l’associazione rappresentata rientra nelle tipologie di soggetti aventi</w:t>
      </w:r>
      <w:r w:rsidR="002F1BA3">
        <w:rPr>
          <w:rFonts w:ascii="Arial Narrow" w:hAnsi="Arial Narrow"/>
          <w:color w:val="231F20"/>
          <w:sz w:val="18"/>
          <w:szCs w:val="18"/>
          <w:lang w:val="it-IT"/>
        </w:rPr>
        <w:t xml:space="preserve"> titolo per concorrere al bando;</w:t>
      </w:r>
    </w:p>
    <w:p w14:paraId="51194DBD" w14:textId="77777777" w:rsidR="00AE0B02" w:rsidRPr="001C356C" w:rsidRDefault="00AE0B02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>di aver preso visione dell’informativa privacy consultabile al link: https://www.csv-vicenza.org/web/chi-siamo/privacy/</w:t>
      </w:r>
    </w:p>
    <w:p w14:paraId="52C81E9B" w14:textId="77777777"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b/>
          <w:color w:val="231F20"/>
          <w:sz w:val="20"/>
          <w:szCs w:val="18"/>
          <w:lang w:val="it-IT"/>
        </w:rPr>
        <w:t xml:space="preserve"> IL LEGALE RAPPRESENTANTE</w:t>
      </w:r>
    </w:p>
    <w:p w14:paraId="624AFD11" w14:textId="77777777"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i/>
          <w:color w:val="231F20"/>
          <w:sz w:val="20"/>
          <w:szCs w:val="18"/>
          <w:lang w:val="it-IT"/>
        </w:rPr>
        <w:t>(Firma leggibile ed eventuale timbro)</w:t>
      </w:r>
    </w:p>
    <w:p w14:paraId="71DB706E" w14:textId="77777777"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               Luogo </w:t>
      </w:r>
      <w:r w:rsidR="001E64BF">
        <w:rPr>
          <w:color w:val="000000"/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20"/>
          <w:szCs w:val="18"/>
          <w:lang w:val="it-IT"/>
        </w:rPr>
      </w:r>
      <w:r w:rsidR="001E64BF">
        <w:rPr>
          <w:color w:val="000000"/>
          <w:sz w:val="20"/>
          <w:szCs w:val="18"/>
          <w:lang w:val="it-IT"/>
        </w:rPr>
        <w:fldChar w:fldCharType="separate"/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 w:rsidR="001E64BF">
        <w:rPr>
          <w:color w:val="000000"/>
          <w:sz w:val="20"/>
          <w:szCs w:val="18"/>
          <w:lang w:val="it-IT"/>
        </w:rPr>
        <w:fldChar w:fldCharType="end"/>
      </w: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e data </w:t>
      </w:r>
      <w:r w:rsidR="001E64BF">
        <w:rPr>
          <w:color w:val="000000"/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1E64BF">
        <w:rPr>
          <w:color w:val="000000"/>
          <w:sz w:val="20"/>
          <w:szCs w:val="18"/>
          <w:lang w:val="it-IT"/>
        </w:rPr>
      </w:r>
      <w:r w:rsidR="001E64BF">
        <w:rPr>
          <w:color w:val="000000"/>
          <w:sz w:val="20"/>
          <w:szCs w:val="18"/>
          <w:lang w:val="it-IT"/>
        </w:rPr>
        <w:fldChar w:fldCharType="separate"/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 w:rsidR="001E64BF">
        <w:rPr>
          <w:color w:val="000000"/>
          <w:sz w:val="20"/>
          <w:szCs w:val="18"/>
          <w:lang w:val="it-IT"/>
        </w:rPr>
        <w:fldChar w:fldCharType="end"/>
      </w:r>
    </w:p>
    <w:p w14:paraId="0A752473" w14:textId="77777777"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</w:p>
    <w:p w14:paraId="4B040640" w14:textId="77777777" w:rsidR="003D3B97" w:rsidRPr="00AE2238" w:rsidRDefault="00AE2238" w:rsidP="00AE2238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 w:cs="Arial Narrow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 xml:space="preserve"> ____________________________________________</w:t>
      </w:r>
    </w:p>
    <w:sectPr w:rsidR="003D3B97" w:rsidRPr="00AE2238" w:rsidSect="00AA3985">
      <w:headerReference w:type="default" r:id="rId12"/>
      <w:footerReference w:type="default" r:id="rId13"/>
      <w:pgSz w:w="11920" w:h="16838"/>
      <w:pgMar w:top="776" w:right="620" w:bottom="776" w:left="600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24F8C" w14:textId="77777777" w:rsidR="007D14A2" w:rsidRDefault="007D14A2" w:rsidP="003D3B97">
      <w:pPr>
        <w:spacing w:after="0" w:line="240" w:lineRule="auto"/>
      </w:pPr>
      <w:r>
        <w:separator/>
      </w:r>
    </w:p>
  </w:endnote>
  <w:endnote w:type="continuationSeparator" w:id="0">
    <w:p w14:paraId="12759A2F" w14:textId="77777777" w:rsidR="007D14A2" w:rsidRDefault="007D14A2" w:rsidP="003D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45 Light">
    <w:altName w:val="Arial"/>
    <w:charset w:val="00"/>
    <w:family w:val="swiss"/>
    <w:pitch w:val="variable"/>
  </w:font>
  <w:font w:name="Lucida Grande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80"/>
    <w:family w:val="auto"/>
    <w:pitch w:val="default"/>
  </w:font>
  <w:font w:name="HelveticaNeue-Light">
    <w:charset w:val="00"/>
    <w:family w:val="swiss"/>
    <w:pitch w:val="default"/>
  </w:font>
  <w:font w:name="Helvetica 55 Roman">
    <w:altName w:val="Cambria"/>
    <w:charset w:val="00"/>
    <w:family w:val="swiss"/>
    <w:pitch w:val="variable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D2EA2" w14:textId="77777777" w:rsidR="00787479" w:rsidRDefault="001E64BF">
    <w:pPr>
      <w:pStyle w:val="Pidipagina"/>
      <w:jc w:val="right"/>
    </w:pPr>
    <w:r>
      <w:rPr>
        <w:rFonts w:cs="Helvetica 55 Roman"/>
        <w:sz w:val="14"/>
        <w:szCs w:val="14"/>
      </w:rPr>
      <w:fldChar w:fldCharType="begin"/>
    </w:r>
    <w:r w:rsidR="00787479">
      <w:rPr>
        <w:rFonts w:cs="Helvetica 55 Roman"/>
        <w:sz w:val="14"/>
        <w:szCs w:val="14"/>
      </w:rPr>
      <w:instrText xml:space="preserve"> PAGE </w:instrText>
    </w:r>
    <w:r>
      <w:rPr>
        <w:rFonts w:cs="Helvetica 55 Roman"/>
        <w:sz w:val="14"/>
        <w:szCs w:val="14"/>
      </w:rPr>
      <w:fldChar w:fldCharType="separate"/>
    </w:r>
    <w:r w:rsidR="00F954CF">
      <w:rPr>
        <w:rFonts w:cs="Helvetica 55 Roman"/>
        <w:noProof/>
        <w:sz w:val="14"/>
        <w:szCs w:val="14"/>
      </w:rPr>
      <w:t>6</w:t>
    </w:r>
    <w:r>
      <w:rPr>
        <w:rFonts w:cs="Helvetica 55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DB5AF" w14:textId="77777777" w:rsidR="007D14A2" w:rsidRDefault="007D14A2" w:rsidP="003D3B97">
      <w:pPr>
        <w:spacing w:after="0" w:line="240" w:lineRule="auto"/>
      </w:pPr>
      <w:r>
        <w:separator/>
      </w:r>
    </w:p>
  </w:footnote>
  <w:footnote w:type="continuationSeparator" w:id="0">
    <w:p w14:paraId="14F88C8F" w14:textId="77777777" w:rsidR="007D14A2" w:rsidRDefault="007D14A2" w:rsidP="003D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99207" w14:textId="77777777" w:rsidR="00787479" w:rsidRPr="00BC7953" w:rsidRDefault="00787479">
    <w:pPr>
      <w:pStyle w:val="Intestazione"/>
      <w:rPr>
        <w:sz w:val="14"/>
        <w:szCs w:val="14"/>
        <w:lang w:val="it-IT"/>
      </w:rPr>
    </w:pPr>
    <w:r>
      <w:rPr>
        <w:sz w:val="14"/>
        <w:szCs w:val="14"/>
        <w:lang w:val="it-IT"/>
      </w:rPr>
      <w:t xml:space="preserve">Bando </w:t>
    </w:r>
    <w:r w:rsidR="00443E03">
      <w:rPr>
        <w:sz w:val="14"/>
        <w:szCs w:val="14"/>
        <w:lang w:val="it-IT"/>
      </w:rPr>
      <w:t>20</w:t>
    </w:r>
    <w:r w:rsidR="00534C4A">
      <w:rPr>
        <w:sz w:val="14"/>
        <w:szCs w:val="14"/>
        <w:lang w:val="it-IT"/>
      </w:rPr>
      <w:t>21</w:t>
    </w:r>
    <w:r>
      <w:rPr>
        <w:sz w:val="14"/>
        <w:szCs w:val="14"/>
        <w:lang w:val="it-IT"/>
      </w:rPr>
      <w:t xml:space="preserve"> – Azioni di contrasto alle nuove povertà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2A18E1"/>
    <w:multiLevelType w:val="hybridMultilevel"/>
    <w:tmpl w:val="543CEC0A"/>
    <w:lvl w:ilvl="0" w:tplc="564886A8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  <w:color w:val="231F20"/>
        <w:sz w:val="18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66"/>
    <w:rsid w:val="00007DD4"/>
    <w:rsid w:val="000561FE"/>
    <w:rsid w:val="00080DC7"/>
    <w:rsid w:val="000A4DF8"/>
    <w:rsid w:val="000B241F"/>
    <w:rsid w:val="00111D7E"/>
    <w:rsid w:val="001341FA"/>
    <w:rsid w:val="001C356C"/>
    <w:rsid w:val="001E0935"/>
    <w:rsid w:val="001E64BF"/>
    <w:rsid w:val="0022766A"/>
    <w:rsid w:val="002C45A6"/>
    <w:rsid w:val="002F1BA3"/>
    <w:rsid w:val="00300097"/>
    <w:rsid w:val="00364F69"/>
    <w:rsid w:val="003D3B97"/>
    <w:rsid w:val="00443E03"/>
    <w:rsid w:val="00455309"/>
    <w:rsid w:val="00495092"/>
    <w:rsid w:val="00507AD2"/>
    <w:rsid w:val="00534C4A"/>
    <w:rsid w:val="005434ED"/>
    <w:rsid w:val="00552C92"/>
    <w:rsid w:val="00570595"/>
    <w:rsid w:val="00584120"/>
    <w:rsid w:val="005E534A"/>
    <w:rsid w:val="00623E79"/>
    <w:rsid w:val="006250D6"/>
    <w:rsid w:val="006C462A"/>
    <w:rsid w:val="00787479"/>
    <w:rsid w:val="007A421B"/>
    <w:rsid w:val="007D05E9"/>
    <w:rsid w:val="007D14A2"/>
    <w:rsid w:val="00811384"/>
    <w:rsid w:val="00841AFB"/>
    <w:rsid w:val="008547F8"/>
    <w:rsid w:val="009D5D5A"/>
    <w:rsid w:val="00AA3985"/>
    <w:rsid w:val="00AC502D"/>
    <w:rsid w:val="00AE0B02"/>
    <w:rsid w:val="00AE0C28"/>
    <w:rsid w:val="00AE2238"/>
    <w:rsid w:val="00AF4459"/>
    <w:rsid w:val="00B046FF"/>
    <w:rsid w:val="00B07686"/>
    <w:rsid w:val="00B3200A"/>
    <w:rsid w:val="00BB7624"/>
    <w:rsid w:val="00BC7953"/>
    <w:rsid w:val="00BE51C3"/>
    <w:rsid w:val="00C26D0E"/>
    <w:rsid w:val="00C37F53"/>
    <w:rsid w:val="00CC2866"/>
    <w:rsid w:val="00E502E1"/>
    <w:rsid w:val="00E545A4"/>
    <w:rsid w:val="00E6223A"/>
    <w:rsid w:val="00E90DA8"/>
    <w:rsid w:val="00F04664"/>
    <w:rsid w:val="00F954CF"/>
    <w:rsid w:val="00FB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6F5C2D"/>
  <w15:docId w15:val="{58A51DAC-2940-48E4-AF9D-427372E0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3985"/>
    <w:pPr>
      <w:suppressAutoHyphens/>
      <w:spacing w:after="200" w:line="276" w:lineRule="auto"/>
    </w:pPr>
    <w:rPr>
      <w:rFonts w:ascii="Arial" w:hAnsi="Arial" w:cs="Arial"/>
      <w:sz w:val="22"/>
      <w:szCs w:val="22"/>
      <w:lang w:val="en-US" w:eastAsia="ar-SA"/>
    </w:rPr>
  </w:style>
  <w:style w:type="paragraph" w:styleId="Titolo2">
    <w:name w:val="heading 2"/>
    <w:basedOn w:val="Normale"/>
    <w:next w:val="Normale"/>
    <w:qFormat/>
    <w:rsid w:val="00AA398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A3985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A3985"/>
  </w:style>
  <w:style w:type="character" w:customStyle="1" w:styleId="WW8Num1z1">
    <w:name w:val="WW8Num1z1"/>
    <w:rsid w:val="00AA3985"/>
  </w:style>
  <w:style w:type="character" w:customStyle="1" w:styleId="WW8Num1z2">
    <w:name w:val="WW8Num1z2"/>
    <w:rsid w:val="00AA3985"/>
  </w:style>
  <w:style w:type="character" w:customStyle="1" w:styleId="WW8Num1z3">
    <w:name w:val="WW8Num1z3"/>
    <w:rsid w:val="00AA3985"/>
  </w:style>
  <w:style w:type="character" w:customStyle="1" w:styleId="WW8Num1z4">
    <w:name w:val="WW8Num1z4"/>
    <w:rsid w:val="00AA3985"/>
  </w:style>
  <w:style w:type="character" w:customStyle="1" w:styleId="WW8Num1z5">
    <w:name w:val="WW8Num1z5"/>
    <w:rsid w:val="00AA3985"/>
  </w:style>
  <w:style w:type="character" w:customStyle="1" w:styleId="WW8Num1z6">
    <w:name w:val="WW8Num1z6"/>
    <w:rsid w:val="00AA3985"/>
  </w:style>
  <w:style w:type="character" w:customStyle="1" w:styleId="WW8Num1z7">
    <w:name w:val="WW8Num1z7"/>
    <w:rsid w:val="00AA3985"/>
  </w:style>
  <w:style w:type="character" w:customStyle="1" w:styleId="WW8Num1z8">
    <w:name w:val="WW8Num1z8"/>
    <w:rsid w:val="00AA3985"/>
  </w:style>
  <w:style w:type="character" w:customStyle="1" w:styleId="WW8Num2z0">
    <w:name w:val="WW8Num2z0"/>
    <w:rsid w:val="00AA3985"/>
    <w:rPr>
      <w:w w:val="95"/>
    </w:rPr>
  </w:style>
  <w:style w:type="character" w:customStyle="1" w:styleId="WW8Num3z0">
    <w:name w:val="WW8Num3z0"/>
    <w:rsid w:val="00AA3985"/>
    <w:rPr>
      <w:rFonts w:ascii="Times New Roman" w:hAnsi="Times New Roman" w:cs="Times New Roman"/>
    </w:rPr>
  </w:style>
  <w:style w:type="character" w:customStyle="1" w:styleId="WW8Num4z0">
    <w:name w:val="WW8Num4z0"/>
    <w:rsid w:val="00AA3985"/>
    <w:rPr>
      <w:rFonts w:ascii="Times New Roman" w:hAnsi="Times New Roman" w:cs="Times New Roman"/>
    </w:rPr>
  </w:style>
  <w:style w:type="character" w:customStyle="1" w:styleId="Carpredefinitoparagrafo2">
    <w:name w:val="Car. predefinito paragrafo2"/>
    <w:rsid w:val="00AA3985"/>
  </w:style>
  <w:style w:type="character" w:customStyle="1" w:styleId="WW8Num5z0">
    <w:name w:val="WW8Num5z0"/>
    <w:rsid w:val="00AA3985"/>
    <w:rPr>
      <w:rFonts w:ascii="Symbol" w:hAnsi="Symbol" w:cs="Symbol"/>
    </w:rPr>
  </w:style>
  <w:style w:type="character" w:customStyle="1" w:styleId="WW8Num6z0">
    <w:name w:val="WW8Num6z0"/>
    <w:rsid w:val="00AA3985"/>
    <w:rPr>
      <w:rFonts w:ascii="Symbol" w:hAnsi="Symbol" w:cs="Symbol"/>
    </w:rPr>
  </w:style>
  <w:style w:type="character" w:customStyle="1" w:styleId="WW8Num8z0">
    <w:name w:val="WW8Num8z0"/>
    <w:rsid w:val="00AA3985"/>
    <w:rPr>
      <w:rFonts w:ascii="Symbol" w:hAnsi="Symbol" w:cs="Symbol"/>
    </w:rPr>
  </w:style>
  <w:style w:type="character" w:customStyle="1" w:styleId="WW8Num9z0">
    <w:name w:val="WW8Num9z0"/>
    <w:rsid w:val="00AA3985"/>
    <w:rPr>
      <w:w w:val="95"/>
    </w:rPr>
  </w:style>
  <w:style w:type="character" w:customStyle="1" w:styleId="WW8Num10z0">
    <w:name w:val="WW8Num10z0"/>
    <w:rsid w:val="00AA3985"/>
    <w:rPr>
      <w:rFonts w:ascii="Times New Roman" w:hAnsi="Times New Roman" w:cs="Times New Roman"/>
    </w:rPr>
  </w:style>
  <w:style w:type="character" w:customStyle="1" w:styleId="WW8Num10z1">
    <w:name w:val="WW8Num10z1"/>
    <w:rsid w:val="00AA3985"/>
    <w:rPr>
      <w:rFonts w:ascii="Courier New" w:hAnsi="Courier New" w:cs="Helvetica 45 Light"/>
    </w:rPr>
  </w:style>
  <w:style w:type="character" w:customStyle="1" w:styleId="WW8Num10z2">
    <w:name w:val="WW8Num10z2"/>
    <w:rsid w:val="00AA3985"/>
    <w:rPr>
      <w:rFonts w:ascii="Wingdings" w:hAnsi="Wingdings" w:cs="Wingdings"/>
    </w:rPr>
  </w:style>
  <w:style w:type="character" w:customStyle="1" w:styleId="WW8Num10z3">
    <w:name w:val="WW8Num10z3"/>
    <w:rsid w:val="00AA3985"/>
    <w:rPr>
      <w:rFonts w:ascii="Symbol" w:hAnsi="Symbol" w:cs="Symbol"/>
    </w:rPr>
  </w:style>
  <w:style w:type="character" w:customStyle="1" w:styleId="WW8Num11z0">
    <w:name w:val="WW8Num11z0"/>
    <w:rsid w:val="00AA3985"/>
    <w:rPr>
      <w:rFonts w:ascii="Times New Roman" w:hAnsi="Times New Roman" w:cs="Times New Roman"/>
    </w:rPr>
  </w:style>
  <w:style w:type="character" w:customStyle="1" w:styleId="WW8Num11z1">
    <w:name w:val="WW8Num11z1"/>
    <w:rsid w:val="00AA3985"/>
    <w:rPr>
      <w:rFonts w:ascii="Courier New" w:hAnsi="Courier New" w:cs="Helvetica 45 Light"/>
    </w:rPr>
  </w:style>
  <w:style w:type="character" w:customStyle="1" w:styleId="WW8Num11z2">
    <w:name w:val="WW8Num11z2"/>
    <w:rsid w:val="00AA3985"/>
    <w:rPr>
      <w:rFonts w:ascii="Wingdings" w:hAnsi="Wingdings" w:cs="Wingdings"/>
    </w:rPr>
  </w:style>
  <w:style w:type="character" w:customStyle="1" w:styleId="WW8Num11z3">
    <w:name w:val="WW8Num11z3"/>
    <w:rsid w:val="00AA3985"/>
    <w:rPr>
      <w:rFonts w:ascii="Symbol" w:hAnsi="Symbol" w:cs="Symbol"/>
    </w:rPr>
  </w:style>
  <w:style w:type="character" w:customStyle="1" w:styleId="WW8Num12z0">
    <w:name w:val="WW8Num12z0"/>
    <w:rsid w:val="00AA3985"/>
    <w:rPr>
      <w:rFonts w:ascii="Times New Roman" w:hAnsi="Times New Roman" w:cs="Times New Roman"/>
    </w:rPr>
  </w:style>
  <w:style w:type="character" w:customStyle="1" w:styleId="WW8Num12z1">
    <w:name w:val="WW8Num12z1"/>
    <w:rsid w:val="00AA3985"/>
    <w:rPr>
      <w:rFonts w:ascii="Courier New" w:hAnsi="Courier New" w:cs="Helvetica 45 Light"/>
    </w:rPr>
  </w:style>
  <w:style w:type="character" w:customStyle="1" w:styleId="WW8Num12z2">
    <w:name w:val="WW8Num12z2"/>
    <w:rsid w:val="00AA3985"/>
    <w:rPr>
      <w:rFonts w:ascii="Wingdings" w:hAnsi="Wingdings" w:cs="Wingdings"/>
    </w:rPr>
  </w:style>
  <w:style w:type="character" w:customStyle="1" w:styleId="WW8Num12z3">
    <w:name w:val="WW8Num12z3"/>
    <w:rsid w:val="00AA3985"/>
    <w:rPr>
      <w:rFonts w:ascii="Symbol" w:hAnsi="Symbol" w:cs="Symbol"/>
    </w:rPr>
  </w:style>
  <w:style w:type="character" w:customStyle="1" w:styleId="Carpredefinitoparagrafo1">
    <w:name w:val="Car. predefinito paragrafo1"/>
    <w:rsid w:val="00AA3985"/>
  </w:style>
  <w:style w:type="character" w:customStyle="1" w:styleId="intestazionetabellaCSVCarattere">
    <w:name w:val="intestazione tabella CSV Carattere"/>
    <w:rsid w:val="00AA3985"/>
    <w:rPr>
      <w:rFonts w:ascii="Helvetica 45 Light" w:hAnsi="Helvetica 45 Light" w:cs="Arial"/>
      <w:color w:val="231F20"/>
      <w:sz w:val="16"/>
      <w:szCs w:val="16"/>
      <w:lang w:val="it-IT" w:eastAsia="ar-SA" w:bidi="ar-SA"/>
    </w:rPr>
  </w:style>
  <w:style w:type="character" w:styleId="Collegamentoipertestuale">
    <w:name w:val="Hyperlink"/>
    <w:rsid w:val="00AA3985"/>
    <w:rPr>
      <w:color w:val="0000FF"/>
      <w:u w:val="single"/>
    </w:rPr>
  </w:style>
  <w:style w:type="character" w:customStyle="1" w:styleId="TestofumettoCarattere">
    <w:name w:val="Testo fumetto Carattere"/>
    <w:rsid w:val="00AA3985"/>
    <w:rPr>
      <w:rFonts w:ascii="Lucida Grande" w:hAnsi="Lucida Grande" w:cs="Lucida Grande"/>
      <w:sz w:val="18"/>
      <w:szCs w:val="18"/>
      <w:lang w:val="en-US"/>
    </w:rPr>
  </w:style>
  <w:style w:type="character" w:customStyle="1" w:styleId="Titolo3Carattere">
    <w:name w:val="Titolo 3 Carattere"/>
    <w:rsid w:val="00AA3985"/>
    <w:rPr>
      <w:rFonts w:ascii="Calibri" w:eastAsia="Times New Roman" w:hAnsi="Calibri" w:cs="Times New Roman"/>
      <w:b/>
      <w:bCs/>
      <w:sz w:val="26"/>
      <w:szCs w:val="26"/>
      <w:lang w:val="en-US"/>
    </w:rPr>
  </w:style>
  <w:style w:type="paragraph" w:customStyle="1" w:styleId="Intestazione2">
    <w:name w:val="Intestazione2"/>
    <w:basedOn w:val="Normale"/>
    <w:next w:val="Corpotesto"/>
    <w:rsid w:val="00AA3985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Corpotesto">
    <w:name w:val="Body Text"/>
    <w:basedOn w:val="Normale"/>
    <w:rsid w:val="00AA3985"/>
    <w:pPr>
      <w:spacing w:after="120"/>
    </w:pPr>
  </w:style>
  <w:style w:type="paragraph" w:styleId="Elenco">
    <w:name w:val="List"/>
    <w:basedOn w:val="Corpotesto"/>
    <w:rsid w:val="00AA3985"/>
  </w:style>
  <w:style w:type="paragraph" w:customStyle="1" w:styleId="Didascalia2">
    <w:name w:val="Didascalia2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AA3985"/>
    <w:pPr>
      <w:suppressLineNumbers/>
    </w:pPr>
  </w:style>
  <w:style w:type="paragraph" w:customStyle="1" w:styleId="Intestazione1">
    <w:name w:val="Intestazione1"/>
    <w:basedOn w:val="Normale"/>
    <w:next w:val="Corpotesto"/>
    <w:rsid w:val="00AA3985"/>
    <w:pPr>
      <w:keepNext/>
      <w:spacing w:before="240" w:after="120"/>
    </w:pPr>
    <w:rPr>
      <w:rFonts w:ascii="Albany" w:eastAsia="Arial Unicode MS" w:hAnsi="Albany" w:cs="Arial Unicode MS"/>
      <w:sz w:val="28"/>
      <w:szCs w:val="28"/>
    </w:rPr>
  </w:style>
  <w:style w:type="paragraph" w:customStyle="1" w:styleId="Didascalia1">
    <w:name w:val="Didascalia1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tabellaCSV">
    <w:name w:val="intestazione tabella CSV"/>
    <w:basedOn w:val="Normale"/>
    <w:rsid w:val="00AA3985"/>
    <w:pPr>
      <w:widowControl w:val="0"/>
      <w:autoSpaceDE w:val="0"/>
      <w:spacing w:after="0" w:line="240" w:lineRule="auto"/>
      <w:ind w:left="100" w:right="-20"/>
    </w:pPr>
    <w:rPr>
      <w:rFonts w:ascii="Helvetica 45 Light" w:hAnsi="Helvetica 45 Light"/>
      <w:color w:val="231F20"/>
      <w:sz w:val="16"/>
      <w:szCs w:val="16"/>
      <w:lang w:val="it-IT"/>
    </w:rPr>
  </w:style>
  <w:style w:type="paragraph" w:styleId="Intestazione">
    <w:name w:val="header"/>
    <w:basedOn w:val="Normale"/>
    <w:rsid w:val="00AA3985"/>
  </w:style>
  <w:style w:type="paragraph" w:styleId="Pidipagina">
    <w:name w:val="footer"/>
    <w:basedOn w:val="Normale"/>
    <w:rsid w:val="00AA3985"/>
  </w:style>
  <w:style w:type="paragraph" w:styleId="Testofumetto">
    <w:name w:val="Balloon Text"/>
    <w:basedOn w:val="Normale"/>
    <w:rsid w:val="00AA39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Revisione">
    <w:name w:val="Revision"/>
    <w:rsid w:val="00AA3985"/>
    <w:pPr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Contenutotabella">
    <w:name w:val="Contenuto tabella"/>
    <w:basedOn w:val="Normale"/>
    <w:rsid w:val="00AA3985"/>
    <w:pPr>
      <w:suppressLineNumbers/>
    </w:pPr>
  </w:style>
  <w:style w:type="paragraph" w:customStyle="1" w:styleId="Intestazionetabella">
    <w:name w:val="Intestazione tabella"/>
    <w:basedOn w:val="Contenutotabella"/>
    <w:rsid w:val="00AA3985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AA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sv-vicenza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ro\Desktop\Cd-Rom%20Bandi%202009\Domanda%20di%20contribu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2A52CC7E80454F80E46D37011BE9F8" ma:contentTypeVersion="10" ma:contentTypeDescription="Creare un nuovo documento." ma:contentTypeScope="" ma:versionID="0b7a87c3fbf914ceda56b025c6c6e164">
  <xsd:schema xmlns:xsd="http://www.w3.org/2001/XMLSchema" xmlns:xs="http://www.w3.org/2001/XMLSchema" xmlns:p="http://schemas.microsoft.com/office/2006/metadata/properties" xmlns:ns2="fe31e7e8-6b4a-4b56-b7e2-ddd772f03a37" xmlns:ns3="62de4f5d-c68a-47f8-81bc-b5f2e65ca4c0" targetNamespace="http://schemas.microsoft.com/office/2006/metadata/properties" ma:root="true" ma:fieldsID="1b8361475956fecf31e8f35d27bb8f12" ns2:_="" ns3:_="">
    <xsd:import namespace="fe31e7e8-6b4a-4b56-b7e2-ddd772f03a37"/>
    <xsd:import namespace="62de4f5d-c68a-47f8-81bc-b5f2e65ca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e7e8-6b4a-4b56-b7e2-ddd772f03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e4f5d-c68a-47f8-81bc-b5f2e65ca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38EA24-7924-4ED9-9969-B0BAA692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31e7e8-6b4a-4b56-b7e2-ddd772f03a37"/>
    <ds:schemaRef ds:uri="62de4f5d-c68a-47f8-81bc-b5f2e65ca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B5EB3-F2E3-4869-8AAB-37A9DEDF3B25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2de4f5d-c68a-47f8-81bc-b5f2e65ca4c0"/>
    <ds:schemaRef ds:uri="http://purl.org/dc/terms/"/>
    <ds:schemaRef ds:uri="http://purl.org/dc/dcmitype/"/>
    <ds:schemaRef ds:uri="http://schemas.microsoft.com/office/infopath/2007/PartnerControls"/>
    <ds:schemaRef ds:uri="fe31e7e8-6b4a-4b56-b7e2-ddd772f03a37"/>
  </ds:schemaRefs>
</ds:datastoreItem>
</file>

<file path=customXml/itemProps3.xml><?xml version="1.0" encoding="utf-8"?>
<ds:datastoreItem xmlns:ds="http://schemas.openxmlformats.org/officeDocument/2006/customXml" ds:itemID="{0A732E08-571B-4893-8B2A-213168AC1E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 di contributo.dot</Template>
  <TotalTime>2</TotalTime>
  <Pages>7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contributo prevista dal Bando 2009</vt:lpstr>
    </vt:vector>
  </TitlesOfParts>
  <Company>Hewlett-Packard Company</Company>
  <LinksUpToDate>false</LinksUpToDate>
  <CharactersWithSpaces>6622</CharactersWithSpaces>
  <SharedDoc>false</SharedDoc>
  <HLinks>
    <vt:vector size="6" baseType="variant">
      <vt:variant>
        <vt:i4>2883620</vt:i4>
      </vt:variant>
      <vt:variant>
        <vt:i4>99</vt:i4>
      </vt:variant>
      <vt:variant>
        <vt:i4>0</vt:i4>
      </vt:variant>
      <vt:variant>
        <vt:i4>5</vt:i4>
      </vt:variant>
      <vt:variant>
        <vt:lpwstr>http://www.csv-vicenza.org/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contributo prevista dal Bando 2009</dc:title>
  <dc:creator>miro</dc:creator>
  <cp:lastModifiedBy>Magrin,Dr.,Mila (HP ComSales) BI-IT-M</cp:lastModifiedBy>
  <cp:revision>4</cp:revision>
  <cp:lastPrinted>2019-07-24T08:59:00Z</cp:lastPrinted>
  <dcterms:created xsi:type="dcterms:W3CDTF">2021-07-05T12:59:00Z</dcterms:created>
  <dcterms:modified xsi:type="dcterms:W3CDTF">2021-07-12T08:07:00Z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0x010100B92A52CC7E80454F80E46D37011BE9F8</vt:lpwstr>
  </property>
</Properties>
</file>